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4F46D" w14:textId="4EECC46E" w:rsidR="004D36D7" w:rsidRPr="00FD4A68" w:rsidRDefault="00984BE3" w:rsidP="00B47940">
      <w:pPr>
        <w:pStyle w:val="Title"/>
        <w:rPr>
          <w:rStyle w:val="LabTitleInstVersred"/>
          <w:b/>
          <w:color w:val="auto"/>
        </w:rPr>
      </w:pPr>
      <w:sdt>
        <w:sdtPr>
          <w:rPr>
            <w:b w:val="0"/>
            <w:color w:val="EE0000"/>
          </w:rPr>
          <w:alias w:val="Title"/>
          <w:tag w:val=""/>
          <w:id w:val="-487021785"/>
          <w:placeholder>
            <w:docPart w:val="BB826ADE610348D8B90D14BF9457F15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961D3" w:rsidRPr="003961D3">
            <w:t xml:space="preserve">Lab </w:t>
          </w:r>
          <w:r w:rsidR="003961D3">
            <w:t>-</w:t>
          </w:r>
          <w:r w:rsidR="003961D3" w:rsidRPr="003961D3">
            <w:t xml:space="preserve"> Getting Familiar with the Linux Shell</w:t>
          </w:r>
        </w:sdtContent>
      </w:sdt>
      <w:r w:rsidR="004D36D7" w:rsidRPr="00FD4A68">
        <w:t xml:space="preserve"> </w:t>
      </w:r>
      <w:r w:rsidR="00D84BDA" w:rsidRPr="00FD4A68">
        <w:rPr>
          <w:rStyle w:val="LabTitleInstVersred"/>
        </w:rPr>
        <w:t>(Instructor Version)</w:t>
      </w:r>
    </w:p>
    <w:p w14:paraId="5371B517"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3D3B0516" w14:textId="51A3D895" w:rsidR="00D778DF" w:rsidRPr="00E70096" w:rsidRDefault="003961D3" w:rsidP="00D452F4">
      <w:pPr>
        <w:pStyle w:val="Heading1"/>
      </w:pPr>
      <w:r>
        <w:t>Introduction</w:t>
      </w:r>
    </w:p>
    <w:p w14:paraId="1C3EF1BD" w14:textId="7A7529DC" w:rsidR="003961D3" w:rsidRDefault="003961D3" w:rsidP="003961D3">
      <w:pPr>
        <w:pStyle w:val="BodyTextL25"/>
      </w:pPr>
      <w:r w:rsidRPr="00A261EC">
        <w:t xml:space="preserve">In this lab, you will use </w:t>
      </w:r>
      <w:r>
        <w:t xml:space="preserve">the Linux command line to </w:t>
      </w:r>
      <w:r w:rsidRPr="00A261EC">
        <w:t xml:space="preserve">manage </w:t>
      </w:r>
      <w:r>
        <w:t xml:space="preserve">files and </w:t>
      </w:r>
      <w:proofErr w:type="gramStart"/>
      <w:r>
        <w:t>folders, and</w:t>
      </w:r>
      <w:proofErr w:type="gramEnd"/>
      <w:r>
        <w:t xml:space="preserve"> perform some basic administrative tasks.</w:t>
      </w:r>
    </w:p>
    <w:p w14:paraId="7BD3DD1F" w14:textId="018256C2" w:rsidR="007E0B44" w:rsidRDefault="007E0B44" w:rsidP="007E0B44">
      <w:pPr>
        <w:pStyle w:val="BodyTextL25Bold"/>
      </w:pPr>
      <w:r>
        <w:t>Part 1: Shell Basics</w:t>
      </w:r>
    </w:p>
    <w:p w14:paraId="0046FAD1" w14:textId="49EA6AB8" w:rsidR="007E0B44" w:rsidRPr="00A261EC" w:rsidRDefault="007E0B44" w:rsidP="007E0B44">
      <w:pPr>
        <w:pStyle w:val="BodyTextL25Bold"/>
      </w:pPr>
      <w:r>
        <w:t>Part 2: Copying, Deleting, and Moving Files</w:t>
      </w:r>
    </w:p>
    <w:p w14:paraId="35CCA3D9" w14:textId="1AC886C1" w:rsidR="00D778DF" w:rsidRDefault="003961D3" w:rsidP="00D452F4">
      <w:pPr>
        <w:pStyle w:val="Heading1"/>
      </w:pPr>
      <w:r>
        <w:t>Recommended Equipment</w:t>
      </w:r>
    </w:p>
    <w:p w14:paraId="06B67A8D" w14:textId="78E1688F" w:rsidR="003961D3" w:rsidRDefault="00BD79D8" w:rsidP="00BD79D8">
      <w:pPr>
        <w:pStyle w:val="Bulletlevel1"/>
        <w:spacing w:before="60" w:after="60" w:line="276" w:lineRule="auto"/>
      </w:pPr>
      <w:proofErr w:type="spellStart"/>
      <w:r>
        <w:t>CyberOps</w:t>
      </w:r>
      <w:proofErr w:type="spellEnd"/>
      <w:r>
        <w:t xml:space="preserve"> Workstation virtual machine</w:t>
      </w:r>
    </w:p>
    <w:p w14:paraId="218827F9" w14:textId="77777777" w:rsidR="003961D3" w:rsidRPr="004E2144" w:rsidRDefault="003961D3" w:rsidP="003961D3">
      <w:pPr>
        <w:pStyle w:val="InstNoteRedL25"/>
      </w:pPr>
      <w:r>
        <w:rPr>
          <w:b/>
        </w:rPr>
        <w:t>Instructor Note</w:t>
      </w:r>
      <w:r>
        <w:t>: This lab can be done using the virtual machine created in a previous lab.</w:t>
      </w:r>
    </w:p>
    <w:p w14:paraId="2BD8C186" w14:textId="77777777" w:rsidR="00125806" w:rsidRDefault="00125806" w:rsidP="00D452F4">
      <w:pPr>
        <w:pStyle w:val="Heading1"/>
      </w:pPr>
      <w:r>
        <w:t>Instructions</w:t>
      </w:r>
    </w:p>
    <w:p w14:paraId="734C97A1" w14:textId="77777777" w:rsidR="003961D3" w:rsidRDefault="003961D3" w:rsidP="003961D3">
      <w:pPr>
        <w:pStyle w:val="Heading2"/>
      </w:pPr>
      <w:r>
        <w:t>Shell Basics</w:t>
      </w:r>
    </w:p>
    <w:p w14:paraId="5C6202A8" w14:textId="77777777" w:rsidR="003961D3" w:rsidRPr="006712E2" w:rsidRDefault="003961D3" w:rsidP="003961D3">
      <w:pPr>
        <w:pStyle w:val="BodyTextL25"/>
      </w:pPr>
      <w:r>
        <w:t>The shell is the term used to refer to the command interpreter in Linux. Also known as Terminal, Command Line and Command Prompt, the shell is very powerful way to interact with a Linux computer.</w:t>
      </w:r>
    </w:p>
    <w:p w14:paraId="370CDAF2" w14:textId="77777777" w:rsidR="003961D3" w:rsidRPr="00A261EC" w:rsidRDefault="003961D3" w:rsidP="003961D3">
      <w:pPr>
        <w:pStyle w:val="Heading3"/>
        <w:rPr>
          <w:bCs w:val="0"/>
        </w:rPr>
      </w:pPr>
      <w:r>
        <w:t>Access the Command Line</w:t>
      </w:r>
    </w:p>
    <w:p w14:paraId="03384FAF" w14:textId="77777777" w:rsidR="003961D3" w:rsidRPr="00A261EC" w:rsidRDefault="003961D3" w:rsidP="001739F6">
      <w:pPr>
        <w:pStyle w:val="SubStepAlpha"/>
      </w:pPr>
      <w:r>
        <w:t xml:space="preserve">Log on to the </w:t>
      </w:r>
      <w:proofErr w:type="spellStart"/>
      <w:r>
        <w:t>CyberOps</w:t>
      </w:r>
      <w:proofErr w:type="spellEnd"/>
      <w:r>
        <w:t xml:space="preserve"> Worksta</w:t>
      </w:r>
      <w:r w:rsidRPr="001739F6">
        <w:t>ti</w:t>
      </w:r>
      <w:r>
        <w:t xml:space="preserve">on VM as the </w:t>
      </w:r>
      <w:r>
        <w:rPr>
          <w:b/>
        </w:rPr>
        <w:t xml:space="preserve">analyst </w:t>
      </w:r>
      <w:r w:rsidRPr="00EA00D4">
        <w:t>using the</w:t>
      </w:r>
      <w:r>
        <w:t xml:space="preserve"> password </w:t>
      </w:r>
      <w:proofErr w:type="spellStart"/>
      <w:r w:rsidRPr="00D05582">
        <w:rPr>
          <w:b/>
        </w:rPr>
        <w:t>cyberops</w:t>
      </w:r>
      <w:proofErr w:type="spellEnd"/>
      <w:r>
        <w:t xml:space="preserve">. The account </w:t>
      </w:r>
      <w:r>
        <w:rPr>
          <w:b/>
        </w:rPr>
        <w:t>analyst</w:t>
      </w:r>
      <w:r>
        <w:t xml:space="preserve"> is used as the example user account throughout this lab.</w:t>
      </w:r>
    </w:p>
    <w:p w14:paraId="225590EB" w14:textId="77777777" w:rsidR="003961D3" w:rsidRDefault="003961D3" w:rsidP="00BD79D8">
      <w:pPr>
        <w:pStyle w:val="SubStepAlpha"/>
        <w:keepNext/>
      </w:pPr>
      <w:r>
        <w:t>To acce</w:t>
      </w:r>
      <w:r w:rsidRPr="001739F6">
        <w:t>ss the co</w:t>
      </w:r>
      <w:r>
        <w:t xml:space="preserve">mmand line, click </w:t>
      </w:r>
      <w:r w:rsidRPr="00967A3A">
        <w:t>the</w:t>
      </w:r>
      <w:r>
        <w:rPr>
          <w:b/>
        </w:rPr>
        <w:t xml:space="preserve"> terminal</w:t>
      </w:r>
      <w:r w:rsidRPr="00816689">
        <w:t xml:space="preserve"> </w:t>
      </w:r>
      <w:r>
        <w:t>icon located in the Dock, at the bottom of VM screen.</w:t>
      </w:r>
      <w:r w:rsidRPr="00816689">
        <w:t xml:space="preserve"> </w:t>
      </w:r>
      <w:r>
        <w:t>The terminal emulator opens.</w:t>
      </w:r>
    </w:p>
    <w:p w14:paraId="47A53E85" w14:textId="77777777" w:rsidR="003961D3" w:rsidRDefault="003961D3" w:rsidP="003961D3">
      <w:pPr>
        <w:pStyle w:val="Visual"/>
      </w:pPr>
      <w:r>
        <w:rPr>
          <w:noProof/>
        </w:rPr>
        <w:drawing>
          <wp:inline distT="0" distB="0" distL="0" distR="0" wp14:anchorId="2B101D3A" wp14:editId="243E0826">
            <wp:extent cx="2724150" cy="1028700"/>
            <wp:effectExtent l="0" t="0" r="0" b="0"/>
            <wp:docPr id="1" name="Picture 1" descr="Screenshot of the Dock with the terminal circ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4150" cy="1028700"/>
                    </a:xfrm>
                    <a:prstGeom prst="rect">
                      <a:avLst/>
                    </a:prstGeom>
                    <a:noFill/>
                    <a:ln>
                      <a:noFill/>
                    </a:ln>
                  </pic:spPr>
                </pic:pic>
              </a:graphicData>
            </a:graphic>
          </wp:inline>
        </w:drawing>
      </w:r>
    </w:p>
    <w:p w14:paraId="295C592C" w14:textId="77777777" w:rsidR="003961D3" w:rsidRDefault="003961D3" w:rsidP="003961D3">
      <w:pPr>
        <w:pStyle w:val="Heading3"/>
      </w:pPr>
      <w:r>
        <w:t>Display Manual Pages from the command line.</w:t>
      </w:r>
    </w:p>
    <w:p w14:paraId="56D5B331" w14:textId="77777777" w:rsidR="003961D3" w:rsidRPr="000D1154" w:rsidRDefault="003961D3" w:rsidP="003961D3">
      <w:pPr>
        <w:pStyle w:val="BodyTextL25"/>
      </w:pPr>
      <w:r>
        <w:t xml:space="preserve">You can display command line help using the </w:t>
      </w:r>
      <w:r>
        <w:rPr>
          <w:b/>
        </w:rPr>
        <w:t>man</w:t>
      </w:r>
      <w:r>
        <w:t xml:space="preserve"> command. A man page, short for </w:t>
      </w:r>
      <w:r w:rsidRPr="00967A3A">
        <w:rPr>
          <w:noProof/>
        </w:rPr>
        <w:t>manual</w:t>
      </w:r>
      <w:r>
        <w:t xml:space="preserve"> page, is a built-in documentation of the Linux commands. A man page provides detailed information about a given command and all its available options.</w:t>
      </w:r>
    </w:p>
    <w:p w14:paraId="5F484035" w14:textId="77777777" w:rsidR="003961D3" w:rsidRDefault="003961D3" w:rsidP="001739F6">
      <w:pPr>
        <w:pStyle w:val="SubStepAlpha"/>
      </w:pPr>
      <w:r>
        <w:t xml:space="preserve">To learn more about the man page, </w:t>
      </w:r>
      <w:r w:rsidRPr="00A261EC">
        <w:t>type</w:t>
      </w:r>
      <w:r>
        <w:t>:</w:t>
      </w:r>
    </w:p>
    <w:p w14:paraId="71D4102F" w14:textId="4E9FDCDB" w:rsidR="003961D3" w:rsidRDefault="003961D3" w:rsidP="003961D3">
      <w:pPr>
        <w:pStyle w:val="CMD"/>
        <w:rPr>
          <w:b/>
        </w:rPr>
      </w:pPr>
      <w:r w:rsidRPr="004041DA">
        <w:t>[</w:t>
      </w:r>
      <w:proofErr w:type="spellStart"/>
      <w:r w:rsidRPr="004041DA">
        <w:t>analyst@secOps</w:t>
      </w:r>
      <w:proofErr w:type="spellEnd"/>
      <w:r w:rsidRPr="004041DA">
        <w:t xml:space="preserve"> </w:t>
      </w:r>
      <w:proofErr w:type="gramStart"/>
      <w:r w:rsidRPr="004041DA">
        <w:t>~]$</w:t>
      </w:r>
      <w:proofErr w:type="gramEnd"/>
      <w:r w:rsidRPr="004041DA">
        <w:t xml:space="preserve"> </w:t>
      </w:r>
      <w:r w:rsidRPr="00605CA8">
        <w:rPr>
          <w:b/>
        </w:rPr>
        <w:t xml:space="preserve">man </w:t>
      </w:r>
      <w:proofErr w:type="spellStart"/>
      <w:r w:rsidRPr="00605CA8">
        <w:rPr>
          <w:b/>
        </w:rPr>
        <w:t>man</w:t>
      </w:r>
      <w:proofErr w:type="spellEnd"/>
    </w:p>
    <w:p w14:paraId="65E88E67" w14:textId="65BB4ED5" w:rsidR="001739F6" w:rsidRPr="004041DA" w:rsidRDefault="001739F6" w:rsidP="001739F6">
      <w:pPr>
        <w:pStyle w:val="Heading4"/>
      </w:pPr>
      <w:r>
        <w:t>Question:</w:t>
      </w:r>
    </w:p>
    <w:p w14:paraId="6F7DE098" w14:textId="77777777" w:rsidR="003961D3" w:rsidRPr="001739F6" w:rsidRDefault="003961D3" w:rsidP="001739F6">
      <w:pPr>
        <w:pStyle w:val="BodyTextL50"/>
        <w:spacing w:before="0"/>
      </w:pPr>
      <w:r w:rsidRPr="001739F6">
        <w:t>Name a few sections that are included in a man page.</w:t>
      </w:r>
    </w:p>
    <w:p w14:paraId="5D0F40AC" w14:textId="532A3DA4" w:rsidR="003961D3" w:rsidRPr="001739F6" w:rsidRDefault="001739F6" w:rsidP="001739F6">
      <w:pPr>
        <w:pStyle w:val="AnswerLineL50"/>
      </w:pPr>
      <w:r w:rsidRPr="001739F6">
        <w:t>Type your answers here.</w:t>
      </w:r>
    </w:p>
    <w:p w14:paraId="2D30EE09" w14:textId="77777777" w:rsidR="003961D3" w:rsidRPr="001739F6" w:rsidRDefault="003961D3" w:rsidP="001739F6">
      <w:pPr>
        <w:pStyle w:val="BodyTextL50"/>
        <w:rPr>
          <w:rStyle w:val="AnswerGray"/>
        </w:rPr>
      </w:pPr>
      <w:r w:rsidRPr="001739F6">
        <w:rPr>
          <w:rStyle w:val="AnswerGray"/>
        </w:rPr>
        <w:lastRenderedPageBreak/>
        <w:t xml:space="preserve">A few sections in a man page are: Name, Synopsis, Configuration, Description, Options, </w:t>
      </w:r>
      <w:proofErr w:type="gramStart"/>
      <w:r w:rsidRPr="001739F6">
        <w:rPr>
          <w:rStyle w:val="AnswerGray"/>
        </w:rPr>
        <w:t>Exit</w:t>
      </w:r>
      <w:proofErr w:type="gramEnd"/>
      <w:r w:rsidRPr="001739F6">
        <w:rPr>
          <w:rStyle w:val="AnswerGray"/>
        </w:rPr>
        <w:t xml:space="preserve"> status, Return value, Errors, Environment, Files, Versions, Conforming to, Notes, Bugs, Example, Authors, and See also.</w:t>
      </w:r>
    </w:p>
    <w:p w14:paraId="4928AA28" w14:textId="77777777" w:rsidR="003961D3" w:rsidRPr="001739F6" w:rsidRDefault="003961D3" w:rsidP="001739F6">
      <w:pPr>
        <w:pStyle w:val="SubStepAlpha"/>
      </w:pPr>
      <w:r w:rsidRPr="001739F6">
        <w:t xml:space="preserve">Type </w:t>
      </w:r>
      <w:r w:rsidRPr="001739F6">
        <w:rPr>
          <w:b/>
          <w:bCs/>
        </w:rPr>
        <w:t>q</w:t>
      </w:r>
      <w:r w:rsidRPr="001739F6">
        <w:t xml:space="preserve"> to exit the man page.</w:t>
      </w:r>
    </w:p>
    <w:p w14:paraId="3814A709" w14:textId="77777777" w:rsidR="003961D3" w:rsidRPr="001739F6" w:rsidRDefault="003961D3" w:rsidP="001739F6">
      <w:pPr>
        <w:pStyle w:val="SubStepAlpha"/>
      </w:pPr>
      <w:r w:rsidRPr="001739F6">
        <w:t xml:space="preserve">Use the </w:t>
      </w:r>
      <w:r w:rsidRPr="001739F6">
        <w:rPr>
          <w:b/>
          <w:bCs/>
        </w:rPr>
        <w:t>man</w:t>
      </w:r>
      <w:r w:rsidRPr="001739F6">
        <w:t xml:space="preserve"> command to learn more about the </w:t>
      </w:r>
      <w:r w:rsidRPr="001739F6">
        <w:rPr>
          <w:b/>
          <w:bCs/>
        </w:rPr>
        <w:t>cp</w:t>
      </w:r>
      <w:r w:rsidRPr="001739F6">
        <w:t xml:space="preserve"> command:</w:t>
      </w:r>
    </w:p>
    <w:p w14:paraId="0B58CA55" w14:textId="31D0ED1E" w:rsidR="003961D3" w:rsidRDefault="003961D3" w:rsidP="003961D3">
      <w:pPr>
        <w:pStyle w:val="CMD"/>
        <w:rPr>
          <w:b/>
        </w:rPr>
      </w:pPr>
      <w:r w:rsidRPr="000E0890">
        <w:t>[</w:t>
      </w:r>
      <w:proofErr w:type="spellStart"/>
      <w:r w:rsidRPr="000E0890">
        <w:t>analyst@secOps</w:t>
      </w:r>
      <w:proofErr w:type="spellEnd"/>
      <w:r w:rsidRPr="000E0890">
        <w:t xml:space="preserve"> </w:t>
      </w:r>
      <w:proofErr w:type="gramStart"/>
      <w:r>
        <w:t>~</w:t>
      </w:r>
      <w:r w:rsidRPr="000E0890">
        <w:t>]$</w:t>
      </w:r>
      <w:proofErr w:type="gramEnd"/>
      <w:r w:rsidRPr="000E0890">
        <w:t xml:space="preserve"> </w:t>
      </w:r>
      <w:r w:rsidRPr="00923392">
        <w:rPr>
          <w:b/>
        </w:rPr>
        <w:t>man cp</w:t>
      </w:r>
    </w:p>
    <w:p w14:paraId="37255E42" w14:textId="383341B9" w:rsidR="001739F6" w:rsidRPr="001739F6" w:rsidRDefault="001739F6" w:rsidP="001739F6">
      <w:pPr>
        <w:pStyle w:val="Heading4"/>
      </w:pPr>
      <w:r w:rsidRPr="001739F6">
        <w:t>Question:</w:t>
      </w:r>
    </w:p>
    <w:p w14:paraId="6856CBFC" w14:textId="77777777" w:rsidR="003961D3" w:rsidRPr="001739F6" w:rsidRDefault="003961D3" w:rsidP="001739F6">
      <w:pPr>
        <w:pStyle w:val="BodyTextL50"/>
        <w:spacing w:before="0"/>
      </w:pPr>
      <w:r w:rsidRPr="001739F6">
        <w:t xml:space="preserve">What is the function of the </w:t>
      </w:r>
      <w:r w:rsidRPr="001739F6">
        <w:rPr>
          <w:b/>
          <w:bCs/>
        </w:rPr>
        <w:t>cp</w:t>
      </w:r>
      <w:r w:rsidRPr="001739F6">
        <w:t xml:space="preserve"> command?</w:t>
      </w:r>
    </w:p>
    <w:p w14:paraId="76D0BC9D" w14:textId="1D41B16D" w:rsidR="003961D3" w:rsidRPr="001739F6" w:rsidRDefault="001739F6" w:rsidP="001739F6">
      <w:pPr>
        <w:pStyle w:val="AnswerLineL50"/>
      </w:pPr>
      <w:r>
        <w:t>Type your answers here.</w:t>
      </w:r>
    </w:p>
    <w:p w14:paraId="40E0CE25" w14:textId="77777777" w:rsidR="003961D3" w:rsidRDefault="003961D3" w:rsidP="003961D3">
      <w:pPr>
        <w:pStyle w:val="CMDOutput"/>
        <w:rPr>
          <w:rStyle w:val="AnswerGray"/>
        </w:rPr>
      </w:pPr>
      <w:r>
        <w:rPr>
          <w:rStyle w:val="AnswerGray"/>
        </w:rPr>
        <w:t>Copy files from one location to another location in the local filesystem.</w:t>
      </w:r>
    </w:p>
    <w:p w14:paraId="0B5125B4" w14:textId="77777777" w:rsidR="003961D3" w:rsidRPr="001739F6" w:rsidRDefault="003961D3" w:rsidP="001739F6">
      <w:pPr>
        <w:pStyle w:val="BodyTextL50"/>
      </w:pPr>
      <w:r w:rsidRPr="001739F6">
        <w:t xml:space="preserve">What command would you use to find out more information about the </w:t>
      </w:r>
      <w:proofErr w:type="spellStart"/>
      <w:r w:rsidRPr="001739F6">
        <w:rPr>
          <w:b/>
          <w:bCs/>
        </w:rPr>
        <w:t>pwd</w:t>
      </w:r>
      <w:proofErr w:type="spellEnd"/>
      <w:r w:rsidRPr="001739F6">
        <w:t xml:space="preserve"> command? What is the function of the </w:t>
      </w:r>
      <w:proofErr w:type="spellStart"/>
      <w:r w:rsidRPr="001739F6">
        <w:rPr>
          <w:b/>
          <w:bCs/>
        </w:rPr>
        <w:t>pwd</w:t>
      </w:r>
      <w:proofErr w:type="spellEnd"/>
      <w:r w:rsidRPr="001739F6">
        <w:t xml:space="preserve"> command?</w:t>
      </w:r>
    </w:p>
    <w:p w14:paraId="659FD466" w14:textId="77777777" w:rsidR="001739F6" w:rsidRPr="001739F6" w:rsidRDefault="001739F6" w:rsidP="001739F6">
      <w:pPr>
        <w:pStyle w:val="AnswerLineL50"/>
      </w:pPr>
      <w:r>
        <w:t>Type your answers here.</w:t>
      </w:r>
    </w:p>
    <w:p w14:paraId="0B91699D" w14:textId="77777777" w:rsidR="003961D3" w:rsidRPr="00960E9E" w:rsidRDefault="003961D3" w:rsidP="003961D3">
      <w:pPr>
        <w:pStyle w:val="BodyTextL50"/>
        <w:rPr>
          <w:rStyle w:val="AnswerGray"/>
        </w:rPr>
      </w:pPr>
      <w:r>
        <w:rPr>
          <w:rStyle w:val="AnswerGray"/>
        </w:rPr>
        <w:t xml:space="preserve">The </w:t>
      </w:r>
      <w:r w:rsidRPr="00960E9E">
        <w:rPr>
          <w:rStyle w:val="AnswerGray"/>
        </w:rPr>
        <w:t xml:space="preserve">man </w:t>
      </w:r>
      <w:proofErr w:type="spellStart"/>
      <w:r w:rsidRPr="00960E9E">
        <w:rPr>
          <w:rStyle w:val="AnswerGray"/>
        </w:rPr>
        <w:t>pwd</w:t>
      </w:r>
      <w:proofErr w:type="spellEnd"/>
      <w:r>
        <w:rPr>
          <w:rStyle w:val="AnswerGray"/>
        </w:rPr>
        <w:t xml:space="preserve"> command is used to access the man page about </w:t>
      </w:r>
      <w:proofErr w:type="spellStart"/>
      <w:r w:rsidRPr="00971C07">
        <w:rPr>
          <w:rStyle w:val="AnswerGray"/>
        </w:rPr>
        <w:t>pwd</w:t>
      </w:r>
      <w:proofErr w:type="spellEnd"/>
      <w:r>
        <w:rPr>
          <w:rStyle w:val="AnswerGray"/>
        </w:rPr>
        <w:t xml:space="preserve">. The </w:t>
      </w:r>
      <w:proofErr w:type="spellStart"/>
      <w:r>
        <w:rPr>
          <w:rStyle w:val="AnswerGray"/>
        </w:rPr>
        <w:t>pwd</w:t>
      </w:r>
      <w:proofErr w:type="spellEnd"/>
      <w:r w:rsidRPr="007A5AB2">
        <w:rPr>
          <w:rStyle w:val="AnswerGray"/>
        </w:rPr>
        <w:t xml:space="preserve"> command </w:t>
      </w:r>
      <w:r>
        <w:rPr>
          <w:rStyle w:val="AnswerGray"/>
        </w:rPr>
        <w:t>prints the name of the current or working directory.</w:t>
      </w:r>
    </w:p>
    <w:p w14:paraId="648D6235" w14:textId="77777777" w:rsidR="003961D3" w:rsidRPr="001739F6" w:rsidRDefault="003961D3" w:rsidP="001739F6">
      <w:pPr>
        <w:pStyle w:val="Heading3"/>
      </w:pPr>
      <w:r w:rsidRPr="001739F6">
        <w:t>Create and change directories.</w:t>
      </w:r>
    </w:p>
    <w:p w14:paraId="1EFD719C" w14:textId="77777777" w:rsidR="003961D3" w:rsidRDefault="003961D3" w:rsidP="003961D3">
      <w:pPr>
        <w:pStyle w:val="BodyTextL25"/>
      </w:pPr>
      <w:r>
        <w:t>In this step, you will use the change directory (</w:t>
      </w:r>
      <w:r w:rsidRPr="0014428D">
        <w:rPr>
          <w:b/>
        </w:rPr>
        <w:t>cd</w:t>
      </w:r>
      <w:r>
        <w:t>), make directory (</w:t>
      </w:r>
      <w:proofErr w:type="spellStart"/>
      <w:r w:rsidRPr="0014428D">
        <w:rPr>
          <w:b/>
        </w:rPr>
        <w:t>m</w:t>
      </w:r>
      <w:r>
        <w:rPr>
          <w:b/>
        </w:rPr>
        <w:t>k</w:t>
      </w:r>
      <w:r w:rsidRPr="0014428D">
        <w:rPr>
          <w:b/>
        </w:rPr>
        <w:t>d</w:t>
      </w:r>
      <w:r>
        <w:rPr>
          <w:b/>
        </w:rPr>
        <w:t>ir</w:t>
      </w:r>
      <w:proofErr w:type="spellEnd"/>
      <w:r>
        <w:t>), and list directory (</w:t>
      </w:r>
      <w:r w:rsidRPr="00374808">
        <w:rPr>
          <w:b/>
        </w:rPr>
        <w:t>ls</w:t>
      </w:r>
      <w:r>
        <w:t>) commands.</w:t>
      </w:r>
    </w:p>
    <w:p w14:paraId="7BFC25CA" w14:textId="77777777" w:rsidR="003961D3" w:rsidRDefault="003961D3" w:rsidP="003961D3">
      <w:pPr>
        <w:pStyle w:val="BodyTextL25"/>
      </w:pPr>
      <w:r>
        <w:rPr>
          <w:b/>
        </w:rPr>
        <w:t>Note</w:t>
      </w:r>
      <w:r>
        <w:t>: A directory is another word for folder. The terms directory and folder are used interchangeably throughout this lab.</w:t>
      </w:r>
    </w:p>
    <w:p w14:paraId="1342B876" w14:textId="77777777" w:rsidR="003961D3" w:rsidRDefault="003961D3" w:rsidP="001739F6">
      <w:pPr>
        <w:pStyle w:val="SubStepAlpha"/>
      </w:pPr>
      <w:r>
        <w:t xml:space="preserve">Type </w:t>
      </w:r>
      <w:proofErr w:type="spellStart"/>
      <w:r>
        <w:rPr>
          <w:b/>
        </w:rPr>
        <w:t>pwd</w:t>
      </w:r>
      <w:proofErr w:type="spellEnd"/>
      <w:r>
        <w:t xml:space="preserve"> at the prompt.</w:t>
      </w:r>
    </w:p>
    <w:p w14:paraId="01AB46EF" w14:textId="77777777" w:rsidR="003961D3" w:rsidRDefault="003961D3" w:rsidP="003961D3">
      <w:pPr>
        <w:pStyle w:val="CMD"/>
      </w:pPr>
      <w:r w:rsidRPr="00873D95">
        <w:t>[</w:t>
      </w:r>
      <w:proofErr w:type="spellStart"/>
      <w:r w:rsidRPr="00873D95">
        <w:t>analyst@secOps</w:t>
      </w:r>
      <w:proofErr w:type="spellEnd"/>
      <w:r w:rsidRPr="00873D95">
        <w:t xml:space="preserve"> </w:t>
      </w:r>
      <w:proofErr w:type="gramStart"/>
      <w:r w:rsidRPr="00873D95">
        <w:t>~]$</w:t>
      </w:r>
      <w:proofErr w:type="gramEnd"/>
      <w:r>
        <w:t xml:space="preserve"> </w:t>
      </w:r>
      <w:proofErr w:type="spellStart"/>
      <w:r w:rsidRPr="00923392">
        <w:rPr>
          <w:b/>
        </w:rPr>
        <w:t>pwd</w:t>
      </w:r>
      <w:proofErr w:type="spellEnd"/>
    </w:p>
    <w:p w14:paraId="22CCFDEA" w14:textId="77777777" w:rsidR="003961D3" w:rsidRPr="00923392" w:rsidRDefault="003961D3" w:rsidP="003961D3">
      <w:pPr>
        <w:pStyle w:val="CMD"/>
      </w:pPr>
      <w:r w:rsidRPr="00923392">
        <w:t>/home/analyst</w:t>
      </w:r>
    </w:p>
    <w:p w14:paraId="08A3EAD3" w14:textId="77777777" w:rsidR="001739F6" w:rsidRDefault="001739F6" w:rsidP="001739F6">
      <w:pPr>
        <w:pStyle w:val="Heading4"/>
      </w:pPr>
      <w:r>
        <w:t>Question:</w:t>
      </w:r>
    </w:p>
    <w:p w14:paraId="2D35D19A" w14:textId="4B47480D" w:rsidR="003961D3" w:rsidRDefault="003961D3" w:rsidP="001739F6">
      <w:pPr>
        <w:pStyle w:val="SubStepAlpha"/>
        <w:numPr>
          <w:ilvl w:val="0"/>
          <w:numId w:val="0"/>
        </w:numPr>
        <w:spacing w:before="0"/>
        <w:ind w:left="720"/>
      </w:pPr>
      <w:r w:rsidRPr="000D1154">
        <w:t>What</w:t>
      </w:r>
      <w:r>
        <w:t xml:space="preserve"> is the current directory?</w:t>
      </w:r>
    </w:p>
    <w:p w14:paraId="04B6D864" w14:textId="2A24D390" w:rsidR="003961D3" w:rsidRDefault="001739F6" w:rsidP="00A9210E">
      <w:pPr>
        <w:pStyle w:val="AnswerLineL50"/>
        <w:spacing w:after="240"/>
      </w:pPr>
      <w:r>
        <w:t>Type your answers here.</w:t>
      </w:r>
    </w:p>
    <w:p w14:paraId="759826D4" w14:textId="77777777" w:rsidR="003961D3" w:rsidRDefault="003961D3" w:rsidP="003961D3">
      <w:pPr>
        <w:pStyle w:val="BodyTextL50"/>
        <w:rPr>
          <w:rStyle w:val="AnswerGray"/>
        </w:rPr>
      </w:pPr>
      <w:r>
        <w:rPr>
          <w:rStyle w:val="AnswerGray"/>
        </w:rPr>
        <w:t xml:space="preserve">Answers may vary. The current directory is </w:t>
      </w:r>
      <w:r w:rsidRPr="00D92667">
        <w:rPr>
          <w:rStyle w:val="AnswerGray"/>
        </w:rPr>
        <w:t>/home/</w:t>
      </w:r>
      <w:r>
        <w:rPr>
          <w:rStyle w:val="AnswerGray"/>
        </w:rPr>
        <w:t>analyst in this example.</w:t>
      </w:r>
    </w:p>
    <w:p w14:paraId="69167D30" w14:textId="77777777" w:rsidR="003961D3" w:rsidRDefault="003961D3" w:rsidP="001739F6">
      <w:pPr>
        <w:pStyle w:val="SubStepAlpha"/>
      </w:pPr>
      <w:r>
        <w:t>Navigate to the</w:t>
      </w:r>
      <w:r w:rsidRPr="00967A3A">
        <w:rPr>
          <w:b/>
        </w:rPr>
        <w:t xml:space="preserve"> /home/analyst</w:t>
      </w:r>
      <w:r>
        <w:t xml:space="preserve"> directory if it is not your current directory. Type </w:t>
      </w:r>
      <w:r w:rsidRPr="00F33583">
        <w:rPr>
          <w:b/>
        </w:rPr>
        <w:t>cd /home/</w:t>
      </w:r>
      <w:r>
        <w:rPr>
          <w:b/>
        </w:rPr>
        <w:t>analyst</w:t>
      </w:r>
    </w:p>
    <w:p w14:paraId="1ECD831D" w14:textId="77777777" w:rsidR="003961D3" w:rsidRDefault="003961D3" w:rsidP="003961D3">
      <w:pPr>
        <w:pStyle w:val="CMD"/>
      </w:pPr>
      <w:r>
        <w:t>[</w:t>
      </w:r>
      <w:proofErr w:type="spellStart"/>
      <w:r>
        <w:t>analyst@secOps</w:t>
      </w:r>
      <w:proofErr w:type="spellEnd"/>
      <w:r>
        <w:t xml:space="preserve"> </w:t>
      </w:r>
      <w:proofErr w:type="gramStart"/>
      <w:r>
        <w:t>~</w:t>
      </w:r>
      <w:r w:rsidRPr="00873D95">
        <w:t>]$</w:t>
      </w:r>
      <w:proofErr w:type="gramEnd"/>
      <w:r>
        <w:t xml:space="preserve"> </w:t>
      </w:r>
      <w:r w:rsidRPr="00923392">
        <w:rPr>
          <w:b/>
        </w:rPr>
        <w:t>cd /home/analyst</w:t>
      </w:r>
    </w:p>
    <w:p w14:paraId="4D2BBFDC" w14:textId="77777777" w:rsidR="003961D3" w:rsidRDefault="003961D3" w:rsidP="001739F6">
      <w:pPr>
        <w:pStyle w:val="SubStepAlpha"/>
      </w:pPr>
      <w:r w:rsidRPr="00BB2DA9">
        <w:t xml:space="preserve">Type </w:t>
      </w:r>
      <w:r w:rsidRPr="00605CA8">
        <w:rPr>
          <w:b/>
        </w:rPr>
        <w:t xml:space="preserve">ls -l </w:t>
      </w:r>
      <w:r w:rsidRPr="00BB2DA9">
        <w:t>at the command prompt to list the files</w:t>
      </w:r>
      <w:r>
        <w:t xml:space="preserve"> and folders</w:t>
      </w:r>
      <w:r w:rsidRPr="00BB2DA9">
        <w:t xml:space="preserve"> that are </w:t>
      </w:r>
      <w:r>
        <w:t>in the current</w:t>
      </w:r>
      <w:r w:rsidRPr="00BB2DA9">
        <w:t xml:space="preserve"> folder.</w:t>
      </w:r>
      <w:r>
        <w:t xml:space="preserve"> Standing for </w:t>
      </w:r>
      <w:r w:rsidRPr="00573E2B">
        <w:t>list</w:t>
      </w:r>
      <w:r>
        <w:t>, t</w:t>
      </w:r>
      <w:r w:rsidRPr="00573E2B">
        <w:t>he</w:t>
      </w:r>
      <w:r>
        <w:t xml:space="preserve"> </w:t>
      </w:r>
      <w:r w:rsidRPr="00573E2B">
        <w:rPr>
          <w:b/>
        </w:rPr>
        <w:t>-l</w:t>
      </w:r>
      <w:r>
        <w:t xml:space="preserve"> option displays file size, permissions, ownership, date of creation and more.</w:t>
      </w:r>
    </w:p>
    <w:p w14:paraId="226C29F9" w14:textId="77777777" w:rsidR="003961D3" w:rsidRDefault="003961D3" w:rsidP="003961D3">
      <w:pPr>
        <w:pStyle w:val="CMD"/>
      </w:pPr>
      <w:r w:rsidRPr="00873D95">
        <w:t>[</w:t>
      </w:r>
      <w:proofErr w:type="spellStart"/>
      <w:r w:rsidRPr="00873D95">
        <w:t>analyst@secOps</w:t>
      </w:r>
      <w:proofErr w:type="spellEnd"/>
      <w:r w:rsidRPr="00873D95">
        <w:t xml:space="preserve"> </w:t>
      </w:r>
      <w:proofErr w:type="gramStart"/>
      <w:r w:rsidRPr="00873D95">
        <w:t>~]$</w:t>
      </w:r>
      <w:proofErr w:type="gramEnd"/>
      <w:r>
        <w:t xml:space="preserve"> </w:t>
      </w:r>
      <w:r w:rsidRPr="00923392">
        <w:rPr>
          <w:b/>
        </w:rPr>
        <w:t>ls -l</w:t>
      </w:r>
    </w:p>
    <w:p w14:paraId="2A930123" w14:textId="77777777" w:rsidR="003961D3" w:rsidRDefault="003961D3" w:rsidP="003961D3">
      <w:pPr>
        <w:pStyle w:val="CMD"/>
      </w:pPr>
      <w:r>
        <w:t>total 20</w:t>
      </w:r>
    </w:p>
    <w:p w14:paraId="649F60B9"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Mar </w:t>
      </w:r>
      <w:proofErr w:type="gramStart"/>
      <w:r>
        <w:t>22  2018</w:t>
      </w:r>
      <w:proofErr w:type="gramEnd"/>
      <w:r>
        <w:t xml:space="preserve"> Desktop</w:t>
      </w:r>
    </w:p>
    <w:p w14:paraId="514E7E36" w14:textId="77777777" w:rsidR="003961D3" w:rsidRDefault="003961D3" w:rsidP="003961D3">
      <w:pPr>
        <w:pStyle w:val="CMD"/>
      </w:pPr>
      <w:proofErr w:type="spellStart"/>
      <w:r>
        <w:t>drwxr</w:t>
      </w:r>
      <w:proofErr w:type="spellEnd"/>
      <w:r>
        <w:t>-</w:t>
      </w:r>
      <w:proofErr w:type="spellStart"/>
      <w:r>
        <w:t>xr-x</w:t>
      </w:r>
      <w:proofErr w:type="spellEnd"/>
      <w:r>
        <w:t xml:space="preserve"> 3 analyst </w:t>
      </w:r>
      <w:proofErr w:type="spellStart"/>
      <w:r>
        <w:t>analyst</w:t>
      </w:r>
      <w:proofErr w:type="spellEnd"/>
      <w:r>
        <w:t xml:space="preserve"> 4096 </w:t>
      </w:r>
      <w:proofErr w:type="gramStart"/>
      <w:r>
        <w:t>Apr  2</w:t>
      </w:r>
      <w:proofErr w:type="gramEnd"/>
      <w:r>
        <w:t xml:space="preserve"> 14:44 Downloads</w:t>
      </w:r>
    </w:p>
    <w:p w14:paraId="4B4CB1C3" w14:textId="77777777" w:rsidR="003961D3" w:rsidRDefault="003961D3" w:rsidP="003961D3">
      <w:pPr>
        <w:pStyle w:val="CMD"/>
      </w:pPr>
      <w:proofErr w:type="spellStart"/>
      <w:r>
        <w:t>drwxr</w:t>
      </w:r>
      <w:proofErr w:type="spellEnd"/>
      <w:r>
        <w:t>-</w:t>
      </w:r>
      <w:proofErr w:type="spellStart"/>
      <w:r>
        <w:t>xr-x</w:t>
      </w:r>
      <w:proofErr w:type="spellEnd"/>
      <w:r>
        <w:t xml:space="preserve"> 9 analyst </w:t>
      </w:r>
      <w:proofErr w:type="spellStart"/>
      <w:r>
        <w:t>analyst</w:t>
      </w:r>
      <w:proofErr w:type="spellEnd"/>
      <w:r>
        <w:t xml:space="preserve"> 4096 Jul </w:t>
      </w:r>
      <w:proofErr w:type="gramStart"/>
      <w:r>
        <w:t>19  2018</w:t>
      </w:r>
      <w:proofErr w:type="gramEnd"/>
      <w:r>
        <w:t xml:space="preserve"> </w:t>
      </w:r>
      <w:proofErr w:type="spellStart"/>
      <w:r>
        <w:t>lab.support.files</w:t>
      </w:r>
      <w:proofErr w:type="spellEnd"/>
    </w:p>
    <w:p w14:paraId="584C5F01"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Mar </w:t>
      </w:r>
      <w:proofErr w:type="gramStart"/>
      <w:r>
        <w:t>21  2018</w:t>
      </w:r>
      <w:proofErr w:type="gramEnd"/>
      <w:r>
        <w:t xml:space="preserve"> </w:t>
      </w:r>
      <w:proofErr w:type="spellStart"/>
      <w:r>
        <w:t>second_drive</w:t>
      </w:r>
      <w:proofErr w:type="spellEnd"/>
    </w:p>
    <w:p w14:paraId="04E5890D" w14:textId="77777777" w:rsidR="003961D3" w:rsidRPr="00923392" w:rsidRDefault="003961D3" w:rsidP="003961D3">
      <w:pPr>
        <w:pStyle w:val="CMD"/>
      </w:pPr>
      <w:r>
        <w:t>-</w:t>
      </w:r>
      <w:proofErr w:type="spellStart"/>
      <w:r>
        <w:t>rw</w:t>
      </w:r>
      <w:proofErr w:type="spellEnd"/>
      <w:r>
        <w:t xml:space="preserve">-r--r-- 1 analyst </w:t>
      </w:r>
      <w:proofErr w:type="spellStart"/>
      <w:proofErr w:type="gramStart"/>
      <w:r>
        <w:t>analyst</w:t>
      </w:r>
      <w:proofErr w:type="spellEnd"/>
      <w:r>
        <w:t xml:space="preserve">  255</w:t>
      </w:r>
      <w:proofErr w:type="gramEnd"/>
      <w:r>
        <w:t xml:space="preserve"> Apr 17 16:42 space.txt</w:t>
      </w:r>
    </w:p>
    <w:p w14:paraId="74C76979" w14:textId="77777777" w:rsidR="003961D3" w:rsidRDefault="003961D3" w:rsidP="001739F6">
      <w:pPr>
        <w:pStyle w:val="SubStepAlpha"/>
      </w:pPr>
      <w:r>
        <w:t>In the current directory, use the</w:t>
      </w:r>
      <w:r w:rsidRPr="00923392">
        <w:t xml:space="preserve"> </w:t>
      </w:r>
      <w:proofErr w:type="spellStart"/>
      <w:r w:rsidRPr="00923392">
        <w:rPr>
          <w:b/>
        </w:rPr>
        <w:t>mkdir</w:t>
      </w:r>
      <w:proofErr w:type="spellEnd"/>
      <w:r>
        <w:t xml:space="preserve"> command to create three new folders: </w:t>
      </w:r>
      <w:r>
        <w:rPr>
          <w:b/>
        </w:rPr>
        <w:t>cyops_folder1</w:t>
      </w:r>
      <w:r>
        <w:t xml:space="preserve">, </w:t>
      </w:r>
      <w:r>
        <w:rPr>
          <w:b/>
        </w:rPr>
        <w:t>cyops_folder</w:t>
      </w:r>
      <w:r w:rsidRPr="0014428D">
        <w:rPr>
          <w:b/>
        </w:rPr>
        <w:t>2</w:t>
      </w:r>
      <w:r>
        <w:t xml:space="preserve">, and </w:t>
      </w:r>
      <w:r>
        <w:rPr>
          <w:b/>
        </w:rPr>
        <w:t>cyops_folder</w:t>
      </w:r>
      <w:r w:rsidRPr="0014428D">
        <w:rPr>
          <w:b/>
        </w:rPr>
        <w:t>3</w:t>
      </w:r>
      <w:r>
        <w:t xml:space="preserve">. Type </w:t>
      </w:r>
      <w:proofErr w:type="spellStart"/>
      <w:r w:rsidRPr="00923392">
        <w:rPr>
          <w:b/>
        </w:rPr>
        <w:t>mkdir</w:t>
      </w:r>
      <w:proofErr w:type="spellEnd"/>
      <w:r w:rsidRPr="00923392">
        <w:rPr>
          <w:b/>
        </w:rPr>
        <w:t xml:space="preserve"> cyops_folder1</w:t>
      </w:r>
      <w:r>
        <w:t xml:space="preserve"> and press </w:t>
      </w:r>
      <w:r w:rsidRPr="00BB2DA9">
        <w:rPr>
          <w:b/>
        </w:rPr>
        <w:t>Enter</w:t>
      </w:r>
      <w:r w:rsidRPr="00BB2DA9">
        <w:t xml:space="preserve">. </w:t>
      </w:r>
      <w:r>
        <w:t>Repeat these steps to create</w:t>
      </w:r>
      <w:r w:rsidRPr="00923392">
        <w:t xml:space="preserve"> </w:t>
      </w:r>
      <w:r>
        <w:rPr>
          <w:b/>
        </w:rPr>
        <w:t>cyops_folder2</w:t>
      </w:r>
      <w:r w:rsidRPr="00084B3F">
        <w:t xml:space="preserve"> and </w:t>
      </w:r>
      <w:r>
        <w:rPr>
          <w:b/>
        </w:rPr>
        <w:t>cyops_folder3</w:t>
      </w:r>
      <w:r w:rsidRPr="00BB2DA9">
        <w:t>.</w:t>
      </w:r>
    </w:p>
    <w:p w14:paraId="2126382D" w14:textId="77777777" w:rsidR="003961D3" w:rsidRPr="00923392" w:rsidRDefault="003961D3" w:rsidP="003961D3">
      <w:pPr>
        <w:pStyle w:val="CMD"/>
      </w:pPr>
      <w:r w:rsidRPr="00923392">
        <w:t>[</w:t>
      </w:r>
      <w:proofErr w:type="spellStart"/>
      <w:r w:rsidRPr="00923392">
        <w:t>analyst@secOps</w:t>
      </w:r>
      <w:proofErr w:type="spellEnd"/>
      <w:r w:rsidRPr="00923392">
        <w:t xml:space="preserve"> </w:t>
      </w:r>
      <w:proofErr w:type="gramStart"/>
      <w:r w:rsidRPr="00923392">
        <w:t>~]$</w:t>
      </w:r>
      <w:proofErr w:type="gramEnd"/>
      <w:r w:rsidRPr="00923392">
        <w:t xml:space="preserve"> </w:t>
      </w:r>
      <w:proofErr w:type="spellStart"/>
      <w:r w:rsidRPr="00923392">
        <w:rPr>
          <w:b/>
        </w:rPr>
        <w:t>mkdir</w:t>
      </w:r>
      <w:proofErr w:type="spellEnd"/>
      <w:r w:rsidRPr="00923392">
        <w:rPr>
          <w:b/>
        </w:rPr>
        <w:t xml:space="preserve"> cyops_folder1</w:t>
      </w:r>
    </w:p>
    <w:p w14:paraId="5245DB81" w14:textId="77777777" w:rsidR="003961D3" w:rsidRPr="00923392" w:rsidRDefault="003961D3" w:rsidP="003961D3">
      <w:pPr>
        <w:pStyle w:val="CMD"/>
      </w:pPr>
      <w:r w:rsidRPr="00923392">
        <w:lastRenderedPageBreak/>
        <w:t>[</w:t>
      </w:r>
      <w:proofErr w:type="spellStart"/>
      <w:r w:rsidRPr="00923392">
        <w:t>analyst@secOps</w:t>
      </w:r>
      <w:proofErr w:type="spellEnd"/>
      <w:r w:rsidRPr="00923392">
        <w:t xml:space="preserve"> </w:t>
      </w:r>
      <w:proofErr w:type="gramStart"/>
      <w:r w:rsidRPr="00923392">
        <w:t>~]$</w:t>
      </w:r>
      <w:proofErr w:type="gramEnd"/>
      <w:r w:rsidRPr="00923392">
        <w:t xml:space="preserve"> </w:t>
      </w:r>
      <w:proofErr w:type="spellStart"/>
      <w:r w:rsidRPr="00923392">
        <w:rPr>
          <w:b/>
        </w:rPr>
        <w:t>mkdir</w:t>
      </w:r>
      <w:proofErr w:type="spellEnd"/>
      <w:r w:rsidRPr="00923392">
        <w:rPr>
          <w:b/>
        </w:rPr>
        <w:t xml:space="preserve"> cyops_folder2</w:t>
      </w:r>
    </w:p>
    <w:p w14:paraId="5D02D6CD" w14:textId="77777777" w:rsidR="003961D3" w:rsidRPr="00923392" w:rsidRDefault="003961D3" w:rsidP="003961D3">
      <w:pPr>
        <w:pStyle w:val="CMD"/>
      </w:pPr>
      <w:r w:rsidRPr="00923392">
        <w:t>[</w:t>
      </w:r>
      <w:proofErr w:type="spellStart"/>
      <w:r w:rsidRPr="00923392">
        <w:t>analyst@secOps</w:t>
      </w:r>
      <w:proofErr w:type="spellEnd"/>
      <w:r w:rsidRPr="00923392">
        <w:t xml:space="preserve"> </w:t>
      </w:r>
      <w:proofErr w:type="gramStart"/>
      <w:r w:rsidRPr="00923392">
        <w:t>~]$</w:t>
      </w:r>
      <w:proofErr w:type="gramEnd"/>
      <w:r w:rsidRPr="00923392">
        <w:t xml:space="preserve"> </w:t>
      </w:r>
      <w:proofErr w:type="spellStart"/>
      <w:r w:rsidRPr="00923392">
        <w:rPr>
          <w:b/>
        </w:rPr>
        <w:t>mkdir</w:t>
      </w:r>
      <w:proofErr w:type="spellEnd"/>
      <w:r w:rsidRPr="00923392">
        <w:rPr>
          <w:b/>
        </w:rPr>
        <w:t xml:space="preserve"> cyops_folder3</w:t>
      </w:r>
    </w:p>
    <w:p w14:paraId="50F768BD" w14:textId="77777777" w:rsidR="003961D3" w:rsidRPr="00923392" w:rsidRDefault="003961D3" w:rsidP="003961D3">
      <w:pPr>
        <w:pStyle w:val="CMD"/>
      </w:pPr>
      <w:r w:rsidRPr="00923392">
        <w:t>[</w:t>
      </w:r>
      <w:proofErr w:type="spellStart"/>
      <w:r w:rsidRPr="00923392">
        <w:t>analyst@secOps</w:t>
      </w:r>
      <w:proofErr w:type="spellEnd"/>
      <w:r w:rsidRPr="00923392">
        <w:t xml:space="preserve"> </w:t>
      </w:r>
      <w:proofErr w:type="gramStart"/>
      <w:r w:rsidRPr="00923392">
        <w:t>~]$</w:t>
      </w:r>
      <w:proofErr w:type="gramEnd"/>
    </w:p>
    <w:p w14:paraId="3E79F493" w14:textId="77777777" w:rsidR="003961D3" w:rsidRDefault="003961D3" w:rsidP="001739F6">
      <w:pPr>
        <w:pStyle w:val="SubStepAlpha"/>
      </w:pPr>
      <w:r>
        <w:t xml:space="preserve">Type </w:t>
      </w:r>
      <w:r w:rsidRPr="00923392">
        <w:rPr>
          <w:b/>
        </w:rPr>
        <w:t>ls -l</w:t>
      </w:r>
      <w:r>
        <w:t xml:space="preserve"> to verify that the folders have been created:</w:t>
      </w:r>
    </w:p>
    <w:p w14:paraId="67A8840A" w14:textId="77777777" w:rsidR="003961D3" w:rsidRPr="00923392" w:rsidRDefault="003961D3" w:rsidP="003961D3">
      <w:pPr>
        <w:pStyle w:val="CMD"/>
        <w:keepNext/>
      </w:pPr>
      <w:r w:rsidRPr="00923392">
        <w:t>[</w:t>
      </w:r>
      <w:proofErr w:type="spellStart"/>
      <w:r w:rsidRPr="00923392">
        <w:t>analyst@secOps</w:t>
      </w:r>
      <w:proofErr w:type="spellEnd"/>
      <w:r w:rsidRPr="00923392">
        <w:t xml:space="preserve"> </w:t>
      </w:r>
      <w:proofErr w:type="gramStart"/>
      <w:r w:rsidRPr="00923392">
        <w:t>~]$</w:t>
      </w:r>
      <w:proofErr w:type="gramEnd"/>
      <w:r w:rsidRPr="00923392">
        <w:t xml:space="preserve"> </w:t>
      </w:r>
      <w:r w:rsidRPr="00923392">
        <w:rPr>
          <w:b/>
        </w:rPr>
        <w:t>ls -l</w:t>
      </w:r>
    </w:p>
    <w:p w14:paraId="46DE6F44" w14:textId="77777777" w:rsidR="003961D3" w:rsidRDefault="003961D3" w:rsidP="003961D3">
      <w:pPr>
        <w:pStyle w:val="CMD"/>
      </w:pPr>
      <w:r>
        <w:t>total 32</w:t>
      </w:r>
    </w:p>
    <w:p w14:paraId="5E5F524D" w14:textId="77777777" w:rsidR="003961D3" w:rsidRPr="00AA1711" w:rsidRDefault="003961D3" w:rsidP="003961D3">
      <w:pPr>
        <w:pStyle w:val="CMD"/>
        <w:rPr>
          <w:highlight w:val="yellow"/>
        </w:rPr>
      </w:pPr>
      <w:proofErr w:type="spellStart"/>
      <w:r w:rsidRPr="00AA1711">
        <w:rPr>
          <w:highlight w:val="yellow"/>
        </w:rPr>
        <w:t>drwxr</w:t>
      </w:r>
      <w:proofErr w:type="spellEnd"/>
      <w:r w:rsidRPr="00AA1711">
        <w:rPr>
          <w:highlight w:val="yellow"/>
        </w:rPr>
        <w:t>-</w:t>
      </w:r>
      <w:proofErr w:type="spellStart"/>
      <w:r w:rsidRPr="00AA1711">
        <w:rPr>
          <w:highlight w:val="yellow"/>
        </w:rPr>
        <w:t>xr-x</w:t>
      </w:r>
      <w:proofErr w:type="spellEnd"/>
      <w:r w:rsidRPr="00AA1711">
        <w:rPr>
          <w:highlight w:val="yellow"/>
        </w:rPr>
        <w:t xml:space="preserve"> 2 analyst </w:t>
      </w:r>
      <w:proofErr w:type="spellStart"/>
      <w:r w:rsidRPr="00AA1711">
        <w:rPr>
          <w:highlight w:val="yellow"/>
        </w:rPr>
        <w:t>analyst</w:t>
      </w:r>
      <w:proofErr w:type="spellEnd"/>
      <w:r w:rsidRPr="00AA1711">
        <w:rPr>
          <w:highlight w:val="yellow"/>
        </w:rPr>
        <w:t xml:space="preserve"> 4096 Aug 16 15:01 cyops_folder1</w:t>
      </w:r>
    </w:p>
    <w:p w14:paraId="09E54292" w14:textId="77777777" w:rsidR="003961D3" w:rsidRPr="00AA1711" w:rsidRDefault="003961D3" w:rsidP="003961D3">
      <w:pPr>
        <w:pStyle w:val="CMD"/>
        <w:rPr>
          <w:highlight w:val="yellow"/>
        </w:rPr>
      </w:pPr>
      <w:proofErr w:type="spellStart"/>
      <w:r w:rsidRPr="00AA1711">
        <w:rPr>
          <w:highlight w:val="yellow"/>
        </w:rPr>
        <w:t>drwxr</w:t>
      </w:r>
      <w:proofErr w:type="spellEnd"/>
      <w:r w:rsidRPr="00AA1711">
        <w:rPr>
          <w:highlight w:val="yellow"/>
        </w:rPr>
        <w:t>-</w:t>
      </w:r>
      <w:proofErr w:type="spellStart"/>
      <w:r w:rsidRPr="00AA1711">
        <w:rPr>
          <w:highlight w:val="yellow"/>
        </w:rPr>
        <w:t>xr-x</w:t>
      </w:r>
      <w:proofErr w:type="spellEnd"/>
      <w:r w:rsidRPr="00AA1711">
        <w:rPr>
          <w:highlight w:val="yellow"/>
        </w:rPr>
        <w:t xml:space="preserve"> 2 analyst </w:t>
      </w:r>
      <w:proofErr w:type="spellStart"/>
      <w:r w:rsidRPr="00AA1711">
        <w:rPr>
          <w:highlight w:val="yellow"/>
        </w:rPr>
        <w:t>analyst</w:t>
      </w:r>
      <w:proofErr w:type="spellEnd"/>
      <w:r w:rsidRPr="00AA1711">
        <w:rPr>
          <w:highlight w:val="yellow"/>
        </w:rPr>
        <w:t xml:space="preserve"> 4096 Aug 16 15:02 cyops_folder2</w:t>
      </w:r>
    </w:p>
    <w:p w14:paraId="3B379269" w14:textId="77777777" w:rsidR="003961D3" w:rsidRDefault="003961D3" w:rsidP="003961D3">
      <w:pPr>
        <w:pStyle w:val="CMD"/>
      </w:pPr>
      <w:proofErr w:type="spellStart"/>
      <w:r w:rsidRPr="00AA1711">
        <w:rPr>
          <w:highlight w:val="yellow"/>
        </w:rPr>
        <w:t>drwxr</w:t>
      </w:r>
      <w:proofErr w:type="spellEnd"/>
      <w:r w:rsidRPr="00AA1711">
        <w:rPr>
          <w:highlight w:val="yellow"/>
        </w:rPr>
        <w:t>-</w:t>
      </w:r>
      <w:proofErr w:type="spellStart"/>
      <w:r w:rsidRPr="00AA1711">
        <w:rPr>
          <w:highlight w:val="yellow"/>
        </w:rPr>
        <w:t>xr-x</w:t>
      </w:r>
      <w:proofErr w:type="spellEnd"/>
      <w:r w:rsidRPr="00AA1711">
        <w:rPr>
          <w:highlight w:val="yellow"/>
        </w:rPr>
        <w:t xml:space="preserve"> 2 analyst </w:t>
      </w:r>
      <w:proofErr w:type="spellStart"/>
      <w:r w:rsidRPr="00AA1711">
        <w:rPr>
          <w:highlight w:val="yellow"/>
        </w:rPr>
        <w:t>analyst</w:t>
      </w:r>
      <w:proofErr w:type="spellEnd"/>
      <w:r w:rsidRPr="00AA1711">
        <w:rPr>
          <w:highlight w:val="yellow"/>
        </w:rPr>
        <w:t xml:space="preserve"> 4096 Aug 16 15:02 cyops_folder3</w:t>
      </w:r>
    </w:p>
    <w:p w14:paraId="5DF8A8E6"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w:t>
      </w:r>
      <w:proofErr w:type="gramStart"/>
      <w:r>
        <w:t>26  2014</w:t>
      </w:r>
      <w:proofErr w:type="gramEnd"/>
      <w:r>
        <w:t xml:space="preserve"> Desktop</w:t>
      </w:r>
    </w:p>
    <w:p w14:paraId="277468D5" w14:textId="77777777" w:rsidR="003961D3" w:rsidRDefault="003961D3" w:rsidP="003961D3">
      <w:pPr>
        <w:pStyle w:val="CMD"/>
      </w:pPr>
      <w:proofErr w:type="spellStart"/>
      <w:r>
        <w:t>drwx</w:t>
      </w:r>
      <w:proofErr w:type="spellEnd"/>
      <w:r>
        <w:t xml:space="preserve">------ 3 analyst </w:t>
      </w:r>
      <w:proofErr w:type="spellStart"/>
      <w:r>
        <w:t>analyst</w:t>
      </w:r>
      <w:proofErr w:type="spellEnd"/>
      <w:r>
        <w:t xml:space="preserve"> 4096 Jul 14 11:28 Downloads</w:t>
      </w:r>
    </w:p>
    <w:p w14:paraId="37E66EB9" w14:textId="77777777" w:rsidR="003961D3" w:rsidRDefault="003961D3" w:rsidP="003961D3">
      <w:pPr>
        <w:pStyle w:val="CMD"/>
      </w:pPr>
      <w:proofErr w:type="spellStart"/>
      <w:r>
        <w:t>drwxr</w:t>
      </w:r>
      <w:proofErr w:type="spellEnd"/>
      <w:r>
        <w:t>-</w:t>
      </w:r>
      <w:proofErr w:type="spellStart"/>
      <w:r>
        <w:t>xr-x</w:t>
      </w:r>
      <w:proofErr w:type="spellEnd"/>
      <w:r>
        <w:t xml:space="preserve"> 8 analyst </w:t>
      </w:r>
      <w:proofErr w:type="spellStart"/>
      <w:r>
        <w:t>analyst</w:t>
      </w:r>
      <w:proofErr w:type="spellEnd"/>
      <w:r>
        <w:t xml:space="preserve"> 4096 Jul 25 16:27 </w:t>
      </w:r>
      <w:proofErr w:type="spellStart"/>
      <w:proofErr w:type="gramStart"/>
      <w:r>
        <w:t>lab.support</w:t>
      </w:r>
      <w:proofErr w:type="gramEnd"/>
      <w:r>
        <w:t>.files</w:t>
      </w:r>
      <w:proofErr w:type="spellEnd"/>
    </w:p>
    <w:p w14:paraId="1E3283A7"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w:t>
      </w:r>
      <w:proofErr w:type="gramStart"/>
      <w:r>
        <w:t>Mar  3</w:t>
      </w:r>
      <w:proofErr w:type="gramEnd"/>
      <w:r>
        <w:t xml:space="preserve"> 15:56 </w:t>
      </w:r>
      <w:proofErr w:type="spellStart"/>
      <w:r>
        <w:t>second_drive</w:t>
      </w:r>
      <w:proofErr w:type="spellEnd"/>
    </w:p>
    <w:p w14:paraId="12F16C59" w14:textId="77777777" w:rsidR="003961D3" w:rsidRPr="00923392" w:rsidRDefault="003961D3" w:rsidP="003961D3">
      <w:pPr>
        <w:pStyle w:val="CMD"/>
      </w:pPr>
      <w:r>
        <w:t>-</w:t>
      </w:r>
      <w:proofErr w:type="spellStart"/>
      <w:r>
        <w:t>rw</w:t>
      </w:r>
      <w:proofErr w:type="spellEnd"/>
      <w:r>
        <w:t xml:space="preserve">-r--r-- 1 analyst </w:t>
      </w:r>
      <w:proofErr w:type="spellStart"/>
      <w:proofErr w:type="gramStart"/>
      <w:r>
        <w:t>analyst</w:t>
      </w:r>
      <w:proofErr w:type="spellEnd"/>
      <w:r>
        <w:t xml:space="preserve">  254</w:t>
      </w:r>
      <w:proofErr w:type="gramEnd"/>
      <w:r>
        <w:t xml:space="preserve"> Aug 16 13:38 space.txt</w:t>
      </w:r>
    </w:p>
    <w:p w14:paraId="52D63B2B" w14:textId="77777777" w:rsidR="003961D3" w:rsidRDefault="003961D3" w:rsidP="001739F6">
      <w:pPr>
        <w:pStyle w:val="SubStepAlpha"/>
      </w:pPr>
      <w:r>
        <w:t xml:space="preserve">Type </w:t>
      </w:r>
      <w:r w:rsidRPr="00923392">
        <w:rPr>
          <w:b/>
        </w:rPr>
        <w:t>cd /home/analyst/cyops_folder3</w:t>
      </w:r>
      <w:r w:rsidRPr="00CE267D">
        <w:t xml:space="preserve"> </w:t>
      </w:r>
      <w:r>
        <w:t xml:space="preserve">at the command prompt and press </w:t>
      </w:r>
      <w:r>
        <w:rPr>
          <w:b/>
        </w:rPr>
        <w:t>Enter</w:t>
      </w:r>
      <w:r>
        <w:t>.</w:t>
      </w:r>
    </w:p>
    <w:p w14:paraId="7FA8BA3B" w14:textId="77777777" w:rsidR="003961D3" w:rsidRPr="00923392" w:rsidRDefault="003961D3" w:rsidP="003961D3">
      <w:pPr>
        <w:pStyle w:val="CMD"/>
      </w:pPr>
      <w:r w:rsidRPr="00923392">
        <w:t>[</w:t>
      </w:r>
      <w:proofErr w:type="spellStart"/>
      <w:r w:rsidRPr="00923392">
        <w:t>analyst@secOps</w:t>
      </w:r>
      <w:proofErr w:type="spellEnd"/>
      <w:r w:rsidRPr="00923392">
        <w:t xml:space="preserve"> </w:t>
      </w:r>
      <w:proofErr w:type="gramStart"/>
      <w:r w:rsidRPr="00923392">
        <w:t>~]$</w:t>
      </w:r>
      <w:proofErr w:type="gramEnd"/>
      <w:r w:rsidRPr="00923392">
        <w:t xml:space="preserve"> </w:t>
      </w:r>
      <w:r w:rsidRPr="00923392">
        <w:rPr>
          <w:b/>
        </w:rPr>
        <w:t>cd /home/analyst/cyops_folder3</w:t>
      </w:r>
    </w:p>
    <w:p w14:paraId="06FD72EE" w14:textId="77777777" w:rsidR="003961D3" w:rsidRPr="00923392" w:rsidRDefault="003961D3" w:rsidP="003961D3">
      <w:pPr>
        <w:pStyle w:val="CMD"/>
      </w:pPr>
      <w:r w:rsidRPr="00923392">
        <w:t>[</w:t>
      </w:r>
      <w:proofErr w:type="spellStart"/>
      <w:r w:rsidRPr="00923392">
        <w:t>analyst@secOps</w:t>
      </w:r>
      <w:proofErr w:type="spellEnd"/>
      <w:r w:rsidRPr="00923392">
        <w:t xml:space="preserve"> cyops_folder</w:t>
      </w:r>
      <w:proofErr w:type="gramStart"/>
      <w:r w:rsidRPr="00923392">
        <w:t>3]$</w:t>
      </w:r>
      <w:proofErr w:type="gramEnd"/>
    </w:p>
    <w:p w14:paraId="510AA8BD" w14:textId="1D671EEC" w:rsidR="00A9210E" w:rsidRDefault="00A9210E" w:rsidP="00A9210E">
      <w:pPr>
        <w:pStyle w:val="Heading4"/>
      </w:pPr>
      <w:r>
        <w:t>Question:</w:t>
      </w:r>
    </w:p>
    <w:p w14:paraId="442ED3ED" w14:textId="0191CA4D" w:rsidR="003961D3" w:rsidRDefault="003961D3" w:rsidP="00A9210E">
      <w:pPr>
        <w:pStyle w:val="SubStepAlpha"/>
        <w:numPr>
          <w:ilvl w:val="0"/>
          <w:numId w:val="0"/>
        </w:numPr>
        <w:spacing w:before="0"/>
        <w:ind w:left="720"/>
      </w:pPr>
      <w:r>
        <w:t>Which folder are you in now?</w:t>
      </w:r>
    </w:p>
    <w:p w14:paraId="5384FF2B" w14:textId="3E452219" w:rsidR="003961D3" w:rsidRDefault="001739F6" w:rsidP="001739F6">
      <w:pPr>
        <w:pStyle w:val="AnswerLineL50"/>
        <w:spacing w:after="480"/>
      </w:pPr>
      <w:r>
        <w:t>Type your answers here.</w:t>
      </w:r>
    </w:p>
    <w:p w14:paraId="303DE6D2" w14:textId="77777777" w:rsidR="003961D3" w:rsidRDefault="003961D3" w:rsidP="003961D3">
      <w:pPr>
        <w:pStyle w:val="BodyTextL50"/>
        <w:rPr>
          <w:rStyle w:val="AnswerGray"/>
        </w:rPr>
      </w:pPr>
      <w:r>
        <w:rPr>
          <w:rStyle w:val="AnswerGray"/>
        </w:rPr>
        <w:t xml:space="preserve">In this example, the current directory is </w:t>
      </w:r>
      <w:r w:rsidRPr="00D92667">
        <w:rPr>
          <w:rStyle w:val="AnswerGray"/>
        </w:rPr>
        <w:t>/home/</w:t>
      </w:r>
      <w:r>
        <w:rPr>
          <w:rStyle w:val="AnswerGray"/>
        </w:rPr>
        <w:t>analyst</w:t>
      </w:r>
      <w:r w:rsidRPr="00D92667">
        <w:rPr>
          <w:rStyle w:val="AnswerGray"/>
        </w:rPr>
        <w:t>/</w:t>
      </w:r>
      <w:r>
        <w:rPr>
          <w:rStyle w:val="AnswerGray"/>
        </w:rPr>
        <w:t>cyops_folder</w:t>
      </w:r>
      <w:r w:rsidRPr="00D92667">
        <w:rPr>
          <w:rStyle w:val="AnswerGray"/>
        </w:rPr>
        <w:t>3</w:t>
      </w:r>
      <w:r>
        <w:rPr>
          <w:rStyle w:val="AnswerGray"/>
        </w:rPr>
        <w:t xml:space="preserve"> as indicated by </w:t>
      </w:r>
      <w:r w:rsidRPr="002B2BBE">
        <w:rPr>
          <w:rStyle w:val="AnswerGray"/>
        </w:rPr>
        <w:t>cyops_folder3</w:t>
      </w:r>
      <w:r>
        <w:rPr>
          <w:rStyle w:val="AnswerGray"/>
        </w:rPr>
        <w:t xml:space="preserve"> at the prompt.</w:t>
      </w:r>
    </w:p>
    <w:p w14:paraId="51CCC3BB" w14:textId="77777777" w:rsidR="003961D3" w:rsidRPr="00971C07" w:rsidRDefault="003961D3" w:rsidP="003961D3">
      <w:pPr>
        <w:pStyle w:val="BodyTextL50"/>
      </w:pPr>
      <w:r>
        <w:rPr>
          <w:b/>
        </w:rPr>
        <w:t>Note</w:t>
      </w:r>
      <w:r w:rsidRPr="00923392">
        <w:t xml:space="preserve">: </w:t>
      </w:r>
      <w:r w:rsidRPr="00BF346B">
        <w:t>In the</w:t>
      </w:r>
      <w:r>
        <w:rPr>
          <w:b/>
        </w:rPr>
        <w:t xml:space="preserve"> [</w:t>
      </w:r>
      <w:proofErr w:type="spellStart"/>
      <w:r>
        <w:rPr>
          <w:b/>
        </w:rPr>
        <w:t>analyst@secOps</w:t>
      </w:r>
      <w:proofErr w:type="spellEnd"/>
      <w:r>
        <w:rPr>
          <w:b/>
        </w:rPr>
        <w:t xml:space="preserve"> </w:t>
      </w:r>
      <w:proofErr w:type="gramStart"/>
      <w:r w:rsidRPr="00F33583">
        <w:rPr>
          <w:b/>
        </w:rPr>
        <w:t>~</w:t>
      </w:r>
      <w:r>
        <w:rPr>
          <w:b/>
        </w:rPr>
        <w:t>]$</w:t>
      </w:r>
      <w:proofErr w:type="gramEnd"/>
      <w:r>
        <w:rPr>
          <w:b/>
        </w:rPr>
        <w:t xml:space="preserve"> </w:t>
      </w:r>
      <w:r w:rsidRPr="00EA00D4">
        <w:t>prompt above</w:t>
      </w:r>
      <w:r w:rsidRPr="00F33583">
        <w:t xml:space="preserve">: </w:t>
      </w:r>
      <w:r>
        <w:t xml:space="preserve">The tilde symbol </w:t>
      </w:r>
      <w:r w:rsidRPr="00971C07">
        <w:rPr>
          <w:b/>
        </w:rPr>
        <w:t>~</w:t>
      </w:r>
      <w:r>
        <w:t xml:space="preserve"> represents the current user’s home directory. In this example, the current user’s home directory is </w:t>
      </w:r>
      <w:r w:rsidRPr="00967A3A">
        <w:rPr>
          <w:b/>
        </w:rPr>
        <w:t>/home/analyst</w:t>
      </w:r>
      <w:r>
        <w:t xml:space="preserve">. After the </w:t>
      </w:r>
      <w:r w:rsidRPr="00EA00D4">
        <w:rPr>
          <w:b/>
        </w:rPr>
        <w:t>cd /home/analyst/cyops_folder3</w:t>
      </w:r>
      <w:r>
        <w:t xml:space="preserve"> command, the current user’s home directory is now </w:t>
      </w:r>
      <w:r w:rsidRPr="00EA00D4">
        <w:rPr>
          <w:b/>
        </w:rPr>
        <w:t>/home/analyst/cyops_folder3</w:t>
      </w:r>
      <w:r>
        <w:t>.</w:t>
      </w:r>
    </w:p>
    <w:p w14:paraId="377DB4AD" w14:textId="77777777" w:rsidR="003961D3" w:rsidRPr="00971C07" w:rsidRDefault="003961D3" w:rsidP="003961D3">
      <w:pPr>
        <w:pStyle w:val="BodyTextL50"/>
      </w:pPr>
      <w:r>
        <w:rPr>
          <w:b/>
        </w:rPr>
        <w:t>Note</w:t>
      </w:r>
      <w:r w:rsidRPr="00923392">
        <w:t xml:space="preserve">: </w:t>
      </w:r>
      <w:r>
        <w:rPr>
          <w:b/>
        </w:rPr>
        <w:t>$</w:t>
      </w:r>
      <w:r w:rsidRPr="00F33583">
        <w:t xml:space="preserve"> </w:t>
      </w:r>
      <w:r>
        <w:t xml:space="preserve">(dollar sign) </w:t>
      </w:r>
      <w:r w:rsidRPr="00971C07">
        <w:t>indicate</w:t>
      </w:r>
      <w:r>
        <w:t>s regular user privilege. If a ‘</w:t>
      </w:r>
      <w:r>
        <w:rPr>
          <w:b/>
        </w:rPr>
        <w:t xml:space="preserve">#’ </w:t>
      </w:r>
      <w:r w:rsidRPr="00BF346B">
        <w:t>(hashtag</w:t>
      </w:r>
      <w:r>
        <w:t xml:space="preserve"> or pound sign</w:t>
      </w:r>
      <w:r w:rsidRPr="00BF346B">
        <w:t>)</w:t>
      </w:r>
      <w:r>
        <w:rPr>
          <w:b/>
        </w:rPr>
        <w:t xml:space="preserve"> </w:t>
      </w:r>
      <w:r>
        <w:t>is displayed at the prompt, it indicates elevated privilege (</w:t>
      </w:r>
      <w:r w:rsidRPr="00967A3A">
        <w:rPr>
          <w:b/>
        </w:rPr>
        <w:t>root</w:t>
      </w:r>
      <w:r>
        <w:rPr>
          <w:b/>
        </w:rPr>
        <w:t xml:space="preserve"> user</w:t>
      </w:r>
      <w:r>
        <w:t>).</w:t>
      </w:r>
    </w:p>
    <w:p w14:paraId="6C891F38" w14:textId="77777777" w:rsidR="003961D3" w:rsidRDefault="003961D3" w:rsidP="003961D3">
      <w:pPr>
        <w:pStyle w:val="BodyTextL50"/>
      </w:pPr>
      <w:r>
        <w:rPr>
          <w:b/>
        </w:rPr>
        <w:t>Note</w:t>
      </w:r>
      <w:r w:rsidRPr="00923392">
        <w:t xml:space="preserve">: </w:t>
      </w:r>
      <w:r w:rsidRPr="00BF346B">
        <w:t>While</w:t>
      </w:r>
      <w:r>
        <w:rPr>
          <w:b/>
        </w:rPr>
        <w:t xml:space="preserve"> </w:t>
      </w:r>
      <w:r>
        <w:t xml:space="preserve">these symbols, conventions and main concepts remain the same, the prompt of a terminal window is highly customizable in Linux. Therefore, the prompt structure seen in the </w:t>
      </w:r>
      <w:proofErr w:type="spellStart"/>
      <w:r>
        <w:t>CyberOps</w:t>
      </w:r>
      <w:proofErr w:type="spellEnd"/>
      <w:r>
        <w:t xml:space="preserve"> Workstation VM will likely differ from the prompt in other Linux installations.</w:t>
      </w:r>
    </w:p>
    <w:p w14:paraId="3EEA3B79" w14:textId="77777777" w:rsidR="00A9210E" w:rsidRDefault="003961D3" w:rsidP="00A9210E">
      <w:pPr>
        <w:pStyle w:val="BodyTextL50"/>
        <w:spacing w:after="0"/>
      </w:pPr>
      <w:r>
        <w:rPr>
          <w:b/>
        </w:rPr>
        <w:t>Chall</w:t>
      </w:r>
      <w:r w:rsidRPr="00F64D3C">
        <w:rPr>
          <w:b/>
        </w:rPr>
        <w:t>enge:</w:t>
      </w:r>
      <w:r>
        <w:t xml:space="preserve"> Type the comman</w:t>
      </w:r>
      <w:r w:rsidRPr="00605CA8">
        <w:t xml:space="preserve">d </w:t>
      </w:r>
      <w:r w:rsidRPr="00605CA8">
        <w:rPr>
          <w:b/>
        </w:rPr>
        <w:t>cd ~</w:t>
      </w:r>
      <w:r w:rsidRPr="00605CA8">
        <w:t xml:space="preserve"> and de</w:t>
      </w:r>
      <w:r>
        <w:t>scribe what happens.</w:t>
      </w:r>
    </w:p>
    <w:p w14:paraId="228B069A" w14:textId="77777777" w:rsidR="00A9210E" w:rsidRDefault="00A9210E" w:rsidP="00A9210E">
      <w:pPr>
        <w:pStyle w:val="Heading4"/>
      </w:pPr>
      <w:r>
        <w:t>Question:</w:t>
      </w:r>
    </w:p>
    <w:p w14:paraId="637FA765" w14:textId="7BF28952" w:rsidR="003961D3" w:rsidRDefault="003961D3" w:rsidP="00A9210E">
      <w:pPr>
        <w:pStyle w:val="BodyTextL50"/>
        <w:spacing w:before="0"/>
      </w:pPr>
      <w:r>
        <w:t>Why did this happen?</w:t>
      </w:r>
    </w:p>
    <w:p w14:paraId="3345B7DE" w14:textId="6C478F09" w:rsidR="003961D3" w:rsidRDefault="005E77B3" w:rsidP="005E77B3">
      <w:pPr>
        <w:pStyle w:val="AnswerLineL50"/>
        <w:spacing w:after="480"/>
      </w:pPr>
      <w:r>
        <w:t>Type your answers here.</w:t>
      </w:r>
    </w:p>
    <w:p w14:paraId="14AB81E3" w14:textId="77777777" w:rsidR="003961D3" w:rsidRDefault="003961D3" w:rsidP="003961D3">
      <w:pPr>
        <w:pStyle w:val="BodyTextL50"/>
        <w:rPr>
          <w:rStyle w:val="AnswerGray"/>
        </w:rPr>
      </w:pPr>
      <w:r>
        <w:rPr>
          <w:rStyle w:val="AnswerGray"/>
        </w:rPr>
        <w:t>The directory is changed to the home directory. Because the shell interprets the ~ as a shortcut for the current user’s home directory, cd ~ changes to the current user’s home.</w:t>
      </w:r>
    </w:p>
    <w:p w14:paraId="12A2AAD3" w14:textId="77777777" w:rsidR="003961D3" w:rsidRDefault="003961D3" w:rsidP="001739F6">
      <w:pPr>
        <w:pStyle w:val="SubStepAlpha"/>
      </w:pPr>
      <w:r>
        <w:t xml:space="preserve">Use the </w:t>
      </w:r>
      <w:proofErr w:type="spellStart"/>
      <w:r w:rsidRPr="00605CA8">
        <w:rPr>
          <w:b/>
        </w:rPr>
        <w:t>mkdir</w:t>
      </w:r>
      <w:proofErr w:type="spellEnd"/>
      <w:r w:rsidRPr="00605CA8">
        <w:t xml:space="preserve"> </w:t>
      </w:r>
      <w:r>
        <w:t xml:space="preserve">command to create a new folder named </w:t>
      </w:r>
      <w:r>
        <w:rPr>
          <w:b/>
        </w:rPr>
        <w:t xml:space="preserve">cyops_folder4 </w:t>
      </w:r>
      <w:r w:rsidRPr="009569E3">
        <w:t>inside the</w:t>
      </w:r>
      <w:r>
        <w:rPr>
          <w:b/>
        </w:rPr>
        <w:t xml:space="preserve"> cyops_folder3 </w:t>
      </w:r>
      <w:r w:rsidRPr="009569E3">
        <w:t>folder</w:t>
      </w:r>
      <w:r>
        <w:t>:</w:t>
      </w:r>
    </w:p>
    <w:p w14:paraId="05800D77" w14:textId="77777777" w:rsidR="003961D3" w:rsidRPr="00605CA8" w:rsidRDefault="003961D3" w:rsidP="003961D3">
      <w:pPr>
        <w:pStyle w:val="CMD"/>
      </w:pPr>
      <w:r w:rsidRPr="00605CA8">
        <w:t>[</w:t>
      </w:r>
      <w:proofErr w:type="spellStart"/>
      <w:r w:rsidRPr="00605CA8">
        <w:t>analyst@secOps</w:t>
      </w:r>
      <w:proofErr w:type="spellEnd"/>
      <w:r w:rsidRPr="00605CA8">
        <w:t xml:space="preserve"> </w:t>
      </w:r>
      <w:proofErr w:type="gramStart"/>
      <w:r w:rsidRPr="00605CA8">
        <w:t>~]$</w:t>
      </w:r>
      <w:proofErr w:type="gramEnd"/>
      <w:r w:rsidRPr="00605CA8">
        <w:t xml:space="preserve"> </w:t>
      </w:r>
      <w:proofErr w:type="spellStart"/>
      <w:r w:rsidRPr="00605CA8">
        <w:rPr>
          <w:b/>
        </w:rPr>
        <w:t>mkdir</w:t>
      </w:r>
      <w:proofErr w:type="spellEnd"/>
      <w:r w:rsidRPr="00605CA8">
        <w:rPr>
          <w:b/>
        </w:rPr>
        <w:t xml:space="preserve"> /home/analyst/cyops_folder3/cyops_folder4</w:t>
      </w:r>
    </w:p>
    <w:p w14:paraId="1C91332C" w14:textId="77777777" w:rsidR="003961D3" w:rsidRPr="00605CA8" w:rsidRDefault="003961D3" w:rsidP="003961D3">
      <w:pPr>
        <w:pStyle w:val="CMD"/>
      </w:pPr>
      <w:r w:rsidRPr="00605CA8">
        <w:t>[</w:t>
      </w:r>
      <w:proofErr w:type="spellStart"/>
      <w:r w:rsidRPr="00605CA8">
        <w:t>analyst@secOps</w:t>
      </w:r>
      <w:proofErr w:type="spellEnd"/>
      <w:r w:rsidRPr="00605CA8">
        <w:t xml:space="preserve"> </w:t>
      </w:r>
      <w:proofErr w:type="gramStart"/>
      <w:r w:rsidRPr="00605CA8">
        <w:t>~]$</w:t>
      </w:r>
      <w:proofErr w:type="gramEnd"/>
    </w:p>
    <w:p w14:paraId="0964E785" w14:textId="77777777" w:rsidR="003961D3" w:rsidRDefault="003961D3" w:rsidP="005E77B3">
      <w:pPr>
        <w:pStyle w:val="SubStepAlpha"/>
      </w:pPr>
      <w:r w:rsidRPr="00F33583">
        <w:t>Use</w:t>
      </w:r>
      <w:r>
        <w:t xml:space="preserve"> the</w:t>
      </w:r>
      <w:r w:rsidRPr="00605CA8">
        <w:t xml:space="preserve"> </w:t>
      </w:r>
      <w:r w:rsidRPr="00605CA8">
        <w:rPr>
          <w:b/>
        </w:rPr>
        <w:t>ls -l</w:t>
      </w:r>
      <w:r>
        <w:t xml:space="preserve"> command to verify the folder creation.</w:t>
      </w:r>
    </w:p>
    <w:p w14:paraId="7F128632" w14:textId="77777777" w:rsidR="003961D3" w:rsidRPr="00605CA8" w:rsidRDefault="003961D3" w:rsidP="003961D3">
      <w:pPr>
        <w:pStyle w:val="CMD"/>
      </w:pPr>
      <w:proofErr w:type="spellStart"/>
      <w:r w:rsidRPr="00605CA8">
        <w:t>analyst@secOps</w:t>
      </w:r>
      <w:proofErr w:type="spellEnd"/>
      <w:r w:rsidRPr="00605CA8">
        <w:t xml:space="preserve"> </w:t>
      </w:r>
      <w:proofErr w:type="gramStart"/>
      <w:r w:rsidRPr="00605CA8">
        <w:t>~]$</w:t>
      </w:r>
      <w:proofErr w:type="gramEnd"/>
      <w:r w:rsidRPr="00605CA8">
        <w:t xml:space="preserve"> </w:t>
      </w:r>
      <w:r w:rsidRPr="00605CA8">
        <w:rPr>
          <w:b/>
        </w:rPr>
        <w:t>ls –l /home/analyst/cyops_folder3</w:t>
      </w:r>
    </w:p>
    <w:p w14:paraId="04B324CD" w14:textId="77777777" w:rsidR="003961D3" w:rsidRPr="00605CA8" w:rsidRDefault="003961D3" w:rsidP="003961D3">
      <w:pPr>
        <w:pStyle w:val="CMD"/>
      </w:pPr>
      <w:r w:rsidRPr="00605CA8">
        <w:lastRenderedPageBreak/>
        <w:t>total 4</w:t>
      </w:r>
    </w:p>
    <w:p w14:paraId="67979108" w14:textId="77777777" w:rsidR="003961D3" w:rsidRPr="00605CA8"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Aug 16 15:04 cyops_folder4</w:t>
      </w:r>
    </w:p>
    <w:p w14:paraId="3CA3C177" w14:textId="77777777" w:rsidR="003961D3" w:rsidRDefault="003961D3" w:rsidP="005E77B3">
      <w:pPr>
        <w:pStyle w:val="SubStepAlpha"/>
      </w:pPr>
      <w:r>
        <w:t xml:space="preserve">Up to this point, we have been using </w:t>
      </w:r>
      <w:r w:rsidRPr="002413AA">
        <w:rPr>
          <w:i/>
        </w:rPr>
        <w:t xml:space="preserve">full </w:t>
      </w:r>
      <w:r>
        <w:rPr>
          <w:i/>
        </w:rPr>
        <w:t xml:space="preserve">or absolute </w:t>
      </w:r>
      <w:r w:rsidRPr="002413AA">
        <w:rPr>
          <w:i/>
        </w:rPr>
        <w:t xml:space="preserve">paths. </w:t>
      </w:r>
      <w:r>
        <w:t xml:space="preserve">Absolute path is the term used when referring to paths that always start at the root (/) directory. It is also possible to work with </w:t>
      </w:r>
      <w:r w:rsidRPr="002413AA">
        <w:rPr>
          <w:i/>
        </w:rPr>
        <w:t>relative paths.</w:t>
      </w:r>
      <w:r>
        <w:t xml:space="preserve"> Relative paths reduce the amount of text to be typed. To understand relative paths, we must understand </w:t>
      </w:r>
      <w:proofErr w:type="gramStart"/>
      <w:r>
        <w:t xml:space="preserve">the </w:t>
      </w:r>
      <w:r w:rsidRPr="002413AA">
        <w:rPr>
          <w:b/>
        </w:rPr>
        <w:t>.</w:t>
      </w:r>
      <w:proofErr w:type="gramEnd"/>
      <w:r>
        <w:t xml:space="preserve"> and</w:t>
      </w:r>
      <w:proofErr w:type="gramStart"/>
      <w:r>
        <w:t xml:space="preserve"> </w:t>
      </w:r>
      <w:r w:rsidRPr="002413AA">
        <w:rPr>
          <w:b/>
        </w:rPr>
        <w:t>..</w:t>
      </w:r>
      <w:proofErr w:type="gramEnd"/>
      <w:r>
        <w:t xml:space="preserve"> (dot and double dot) directories. From the </w:t>
      </w:r>
      <w:r w:rsidRPr="002413AA">
        <w:rPr>
          <w:b/>
        </w:rPr>
        <w:t>cyops_folder3</w:t>
      </w:r>
      <w:r>
        <w:t xml:space="preserve"> directory, issue a </w:t>
      </w:r>
      <w:r w:rsidRPr="0085224A">
        <w:rPr>
          <w:b/>
        </w:rPr>
        <w:t>ls –la</w:t>
      </w:r>
      <w:r>
        <w:t>:</w:t>
      </w:r>
    </w:p>
    <w:p w14:paraId="7141B8BC" w14:textId="77777777" w:rsidR="003961D3" w:rsidRPr="00605CA8" w:rsidRDefault="003961D3" w:rsidP="003961D3">
      <w:pPr>
        <w:pStyle w:val="CMD"/>
        <w:keepNext/>
      </w:pPr>
      <w:proofErr w:type="spellStart"/>
      <w:r w:rsidRPr="00605CA8">
        <w:t>analyst@secOps</w:t>
      </w:r>
      <w:proofErr w:type="spellEnd"/>
      <w:r w:rsidRPr="00605CA8">
        <w:t xml:space="preserve"> </w:t>
      </w:r>
      <w:proofErr w:type="gramStart"/>
      <w:r w:rsidRPr="00605CA8">
        <w:t>~]$</w:t>
      </w:r>
      <w:proofErr w:type="gramEnd"/>
      <w:r w:rsidRPr="00605CA8">
        <w:t xml:space="preserve"> </w:t>
      </w:r>
      <w:r w:rsidRPr="00605CA8">
        <w:rPr>
          <w:b/>
        </w:rPr>
        <w:t>ls –la /home/analyst/cyops_folder3</w:t>
      </w:r>
    </w:p>
    <w:p w14:paraId="01590195" w14:textId="77777777" w:rsidR="003961D3" w:rsidRDefault="003961D3" w:rsidP="003961D3">
      <w:pPr>
        <w:pStyle w:val="CMDOutput"/>
      </w:pPr>
      <w:r>
        <w:t>total 12</w:t>
      </w:r>
    </w:p>
    <w:p w14:paraId="4E9E5937" w14:textId="77777777" w:rsidR="003961D3" w:rsidRDefault="003961D3" w:rsidP="003961D3">
      <w:pPr>
        <w:pStyle w:val="CMDOutput"/>
      </w:pPr>
      <w:proofErr w:type="spellStart"/>
      <w:r>
        <w:t>drwxr</w:t>
      </w:r>
      <w:proofErr w:type="spellEnd"/>
      <w:r>
        <w:t>-</w:t>
      </w:r>
      <w:proofErr w:type="spellStart"/>
      <w:r>
        <w:t>xr-</w:t>
      </w:r>
      <w:proofErr w:type="gramStart"/>
      <w:r>
        <w:t>x</w:t>
      </w:r>
      <w:proofErr w:type="spellEnd"/>
      <w:r>
        <w:t xml:space="preserve">  3</w:t>
      </w:r>
      <w:proofErr w:type="gramEnd"/>
      <w:r>
        <w:t xml:space="preserve"> analyst </w:t>
      </w:r>
      <w:proofErr w:type="spellStart"/>
      <w:r>
        <w:t>analyst</w:t>
      </w:r>
      <w:proofErr w:type="spellEnd"/>
      <w:r>
        <w:t xml:space="preserve"> 4096 Aug 16 15:04 .</w:t>
      </w:r>
    </w:p>
    <w:p w14:paraId="2BD173A4" w14:textId="77777777" w:rsidR="003961D3" w:rsidRDefault="003961D3" w:rsidP="003961D3">
      <w:pPr>
        <w:pStyle w:val="CMDOutput"/>
      </w:pPr>
      <w:proofErr w:type="spellStart"/>
      <w:r>
        <w:t>drwxr</w:t>
      </w:r>
      <w:proofErr w:type="spellEnd"/>
      <w:r>
        <w:t>-</w:t>
      </w:r>
      <w:proofErr w:type="spellStart"/>
      <w:r>
        <w:t>xr-x</w:t>
      </w:r>
      <w:proofErr w:type="spellEnd"/>
      <w:r>
        <w:t xml:space="preserve"> 20 analyst </w:t>
      </w:r>
      <w:proofErr w:type="spellStart"/>
      <w:r>
        <w:t>analyst</w:t>
      </w:r>
      <w:proofErr w:type="spellEnd"/>
      <w:r>
        <w:t xml:space="preserve"> 4096 Aug 16 15:02</w:t>
      </w:r>
      <w:proofErr w:type="gramStart"/>
      <w:r>
        <w:t xml:space="preserve"> ..</w:t>
      </w:r>
      <w:proofErr w:type="gramEnd"/>
    </w:p>
    <w:p w14:paraId="1D4E25A9" w14:textId="77777777" w:rsidR="003961D3" w:rsidRPr="00605CA8" w:rsidRDefault="003961D3" w:rsidP="003961D3">
      <w:pPr>
        <w:pStyle w:val="CMDOutput"/>
      </w:pPr>
      <w:proofErr w:type="spellStart"/>
      <w:r>
        <w:t>drwxr</w:t>
      </w:r>
      <w:proofErr w:type="spellEnd"/>
      <w:r>
        <w:t>-</w:t>
      </w:r>
      <w:proofErr w:type="spellStart"/>
      <w:r>
        <w:t>xr-</w:t>
      </w:r>
      <w:proofErr w:type="gramStart"/>
      <w:r>
        <w:t>x</w:t>
      </w:r>
      <w:proofErr w:type="spellEnd"/>
      <w:r>
        <w:t xml:space="preserve">  2</w:t>
      </w:r>
      <w:proofErr w:type="gramEnd"/>
      <w:r>
        <w:t xml:space="preserve"> analyst </w:t>
      </w:r>
      <w:proofErr w:type="spellStart"/>
      <w:r>
        <w:t>analyst</w:t>
      </w:r>
      <w:proofErr w:type="spellEnd"/>
      <w:r>
        <w:t xml:space="preserve"> 4096 Aug 16 15:04 cyops_folder4</w:t>
      </w:r>
    </w:p>
    <w:p w14:paraId="5A077805" w14:textId="77777777" w:rsidR="003961D3" w:rsidRDefault="003961D3" w:rsidP="003961D3">
      <w:pPr>
        <w:pStyle w:val="SubStepAlpha"/>
        <w:numPr>
          <w:ilvl w:val="0"/>
          <w:numId w:val="0"/>
        </w:numPr>
        <w:ind w:left="720"/>
      </w:pPr>
      <w:r>
        <w:t xml:space="preserve">The </w:t>
      </w:r>
      <w:r w:rsidRPr="00A80774">
        <w:rPr>
          <w:b/>
        </w:rPr>
        <w:t>-a</w:t>
      </w:r>
      <w:r>
        <w:t xml:space="preserve"> option tells </w:t>
      </w:r>
      <w:r w:rsidRPr="00605CA8">
        <w:rPr>
          <w:b/>
        </w:rPr>
        <w:t>ls</w:t>
      </w:r>
      <w:r>
        <w:t xml:space="preserve"> to show all files. Notice </w:t>
      </w:r>
      <w:proofErr w:type="spellStart"/>
      <w:proofErr w:type="gramStart"/>
      <w:r>
        <w:t>the</w:t>
      </w:r>
      <w:proofErr w:type="spellEnd"/>
      <w:r>
        <w:t xml:space="preserve"> </w:t>
      </w:r>
      <w:r>
        <w:rPr>
          <w:b/>
        </w:rPr>
        <w:t>.</w:t>
      </w:r>
      <w:proofErr w:type="gramEnd"/>
      <w:r>
        <w:t xml:space="preserve"> and</w:t>
      </w:r>
      <w:proofErr w:type="gramStart"/>
      <w:r>
        <w:t xml:space="preserve"> </w:t>
      </w:r>
      <w:r w:rsidRPr="002413AA">
        <w:rPr>
          <w:b/>
        </w:rPr>
        <w:t>..</w:t>
      </w:r>
      <w:proofErr w:type="gramEnd"/>
      <w:r>
        <w:t xml:space="preserve"> listings shown by </w:t>
      </w:r>
      <w:r w:rsidRPr="00605CA8">
        <w:rPr>
          <w:b/>
        </w:rPr>
        <w:t>ls</w:t>
      </w:r>
      <w:r>
        <w:t xml:space="preserve">. These listings are used by the operating system to track the current directory (.) and the parent directory (..) You can see the use of </w:t>
      </w:r>
      <w:proofErr w:type="gramStart"/>
      <w:r>
        <w:t>the</w:t>
      </w:r>
      <w:r w:rsidRPr="005853A0">
        <w:rPr>
          <w:b/>
        </w:rPr>
        <w:t xml:space="preserve"> .</w:t>
      </w:r>
      <w:proofErr w:type="gramEnd"/>
      <w:r w:rsidRPr="005853A0">
        <w:rPr>
          <w:b/>
        </w:rPr>
        <w:t xml:space="preserve"> </w:t>
      </w:r>
      <w:r>
        <w:t>and</w:t>
      </w:r>
      <w:proofErr w:type="gramStart"/>
      <w:r w:rsidRPr="005853A0">
        <w:rPr>
          <w:b/>
        </w:rPr>
        <w:t xml:space="preserve"> ..</w:t>
      </w:r>
      <w:proofErr w:type="gramEnd"/>
      <w:r w:rsidRPr="005853A0">
        <w:rPr>
          <w:b/>
        </w:rPr>
        <w:t xml:space="preserve"> </w:t>
      </w:r>
      <w:r>
        <w:t>when using the</w:t>
      </w:r>
      <w:r w:rsidRPr="005853A0">
        <w:rPr>
          <w:b/>
        </w:rPr>
        <w:t xml:space="preserve"> cd </w:t>
      </w:r>
      <w:r>
        <w:t xml:space="preserve">command to change directories. Using the </w:t>
      </w:r>
      <w:r w:rsidRPr="00605CA8">
        <w:rPr>
          <w:b/>
        </w:rPr>
        <w:t>cd</w:t>
      </w:r>
      <w:r>
        <w:t xml:space="preserve"> command to change the directory to </w:t>
      </w:r>
      <w:proofErr w:type="gramStart"/>
      <w:r>
        <w:t xml:space="preserve">the </w:t>
      </w:r>
      <w:r w:rsidRPr="00A80774">
        <w:rPr>
          <w:b/>
        </w:rPr>
        <w:t>.</w:t>
      </w:r>
      <w:proofErr w:type="gramEnd"/>
      <w:r>
        <w:t xml:space="preserve"> directory incurs no visible directory change as </w:t>
      </w:r>
      <w:proofErr w:type="gramStart"/>
      <w:r>
        <w:t xml:space="preserve">the </w:t>
      </w:r>
      <w:r w:rsidRPr="009439F4">
        <w:rPr>
          <w:b/>
        </w:rPr>
        <w:t>.</w:t>
      </w:r>
      <w:proofErr w:type="gramEnd"/>
      <w:r>
        <w:t xml:space="preserve"> points to the current directory itself. </w:t>
      </w:r>
    </w:p>
    <w:p w14:paraId="6B94376C" w14:textId="77777777" w:rsidR="003961D3" w:rsidRDefault="003961D3" w:rsidP="005E77B3">
      <w:pPr>
        <w:pStyle w:val="SubStepAlpha"/>
      </w:pPr>
      <w:r>
        <w:t>Change the current directory to /home/analyst/cyops_folder3:</w:t>
      </w:r>
    </w:p>
    <w:p w14:paraId="301F21BF" w14:textId="77777777" w:rsidR="003961D3" w:rsidRDefault="003961D3" w:rsidP="003961D3">
      <w:pPr>
        <w:pStyle w:val="CMD"/>
      </w:pPr>
      <w:r>
        <w:t>[</w:t>
      </w:r>
      <w:proofErr w:type="spellStart"/>
      <w:r>
        <w:t>analyst@secOps</w:t>
      </w:r>
      <w:proofErr w:type="spellEnd"/>
      <w:r>
        <w:t xml:space="preserve"> </w:t>
      </w:r>
      <w:proofErr w:type="gramStart"/>
      <w:r>
        <w:t>~]$</w:t>
      </w:r>
      <w:proofErr w:type="gramEnd"/>
      <w:r>
        <w:t xml:space="preserve"> </w:t>
      </w:r>
      <w:r w:rsidRPr="0085224A">
        <w:rPr>
          <w:b/>
        </w:rPr>
        <w:t>cd /home/analyst/cyops_folder3</w:t>
      </w:r>
    </w:p>
    <w:p w14:paraId="355E6B70" w14:textId="77777777" w:rsidR="003961D3" w:rsidRDefault="003961D3" w:rsidP="003961D3">
      <w:pPr>
        <w:pStyle w:val="CMD"/>
      </w:pPr>
      <w:r>
        <w:t>[</w:t>
      </w:r>
      <w:proofErr w:type="spellStart"/>
      <w:r>
        <w:t>analyst@secOps</w:t>
      </w:r>
      <w:proofErr w:type="spellEnd"/>
      <w:r>
        <w:t xml:space="preserve"> cyops_folder</w:t>
      </w:r>
      <w:proofErr w:type="gramStart"/>
      <w:r>
        <w:t>3]$</w:t>
      </w:r>
      <w:proofErr w:type="gramEnd"/>
    </w:p>
    <w:p w14:paraId="024C735F" w14:textId="77777777" w:rsidR="003961D3" w:rsidRDefault="003961D3" w:rsidP="005E77B3">
      <w:pPr>
        <w:pStyle w:val="SubStepAlpha"/>
      </w:pPr>
      <w:r>
        <w:t xml:space="preserve">Type </w:t>
      </w:r>
      <w:proofErr w:type="gramStart"/>
      <w:r w:rsidRPr="0085224A">
        <w:rPr>
          <w:b/>
        </w:rPr>
        <w:t>cd .</w:t>
      </w:r>
      <w:proofErr w:type="gramEnd"/>
    </w:p>
    <w:p w14:paraId="49F2A228" w14:textId="77777777" w:rsidR="003961D3" w:rsidRPr="009439F4" w:rsidRDefault="003961D3" w:rsidP="003961D3">
      <w:pPr>
        <w:pStyle w:val="CMD"/>
      </w:pPr>
      <w:r w:rsidRPr="009439F4">
        <w:t>[</w:t>
      </w:r>
      <w:proofErr w:type="spellStart"/>
      <w:r w:rsidRPr="009439F4">
        <w:t>analyst@secOps</w:t>
      </w:r>
      <w:proofErr w:type="spellEnd"/>
      <w:r w:rsidRPr="009439F4">
        <w:t xml:space="preserve"> cyops_folder</w:t>
      </w:r>
      <w:proofErr w:type="gramStart"/>
      <w:r w:rsidRPr="009439F4">
        <w:t>3]$</w:t>
      </w:r>
      <w:proofErr w:type="gramEnd"/>
      <w:r w:rsidRPr="009439F4">
        <w:t xml:space="preserve"> </w:t>
      </w:r>
      <w:r w:rsidRPr="009439F4">
        <w:rPr>
          <w:b/>
        </w:rPr>
        <w:t>cd .</w:t>
      </w:r>
    </w:p>
    <w:p w14:paraId="7C43BD89" w14:textId="77777777" w:rsidR="003961D3" w:rsidRPr="009439F4" w:rsidRDefault="003961D3" w:rsidP="003961D3">
      <w:pPr>
        <w:pStyle w:val="CMD"/>
      </w:pPr>
      <w:r w:rsidRPr="009439F4">
        <w:t>[</w:t>
      </w:r>
      <w:proofErr w:type="spellStart"/>
      <w:r w:rsidRPr="009439F4">
        <w:t>analyst@secOps</w:t>
      </w:r>
      <w:proofErr w:type="spellEnd"/>
      <w:r w:rsidRPr="009439F4">
        <w:t xml:space="preserve"> cyops_folder</w:t>
      </w:r>
      <w:proofErr w:type="gramStart"/>
      <w:r w:rsidRPr="009439F4">
        <w:t>3]$</w:t>
      </w:r>
      <w:proofErr w:type="gramEnd"/>
    </w:p>
    <w:p w14:paraId="43669661" w14:textId="77777777" w:rsidR="005E77B3" w:rsidRDefault="005E77B3" w:rsidP="005E77B3">
      <w:pPr>
        <w:pStyle w:val="Heading4"/>
      </w:pPr>
      <w:r>
        <w:t>Question:</w:t>
      </w:r>
    </w:p>
    <w:p w14:paraId="4DCB1BEB" w14:textId="0F9E3511" w:rsidR="003961D3" w:rsidRDefault="003961D3" w:rsidP="005E77B3">
      <w:pPr>
        <w:pStyle w:val="BodyTextL50"/>
        <w:spacing w:before="0"/>
      </w:pPr>
      <w:r>
        <w:t>What happens?</w:t>
      </w:r>
    </w:p>
    <w:p w14:paraId="03FAD6A0" w14:textId="454BCFB4" w:rsidR="003961D3" w:rsidRDefault="005E77B3" w:rsidP="005E77B3">
      <w:pPr>
        <w:pStyle w:val="AnswerLineL50"/>
        <w:spacing w:after="480"/>
      </w:pPr>
      <w:r>
        <w:t>Type your answers here.</w:t>
      </w:r>
    </w:p>
    <w:p w14:paraId="490859D8" w14:textId="77777777" w:rsidR="003961D3" w:rsidRDefault="003961D3" w:rsidP="003961D3">
      <w:pPr>
        <w:pStyle w:val="BodyTextL50"/>
        <w:rPr>
          <w:rStyle w:val="AnswerGray"/>
        </w:rPr>
      </w:pPr>
      <w:proofErr w:type="gramStart"/>
      <w:r>
        <w:rPr>
          <w:rStyle w:val="AnswerGray"/>
        </w:rPr>
        <w:t>Apparently</w:t>
      </w:r>
      <w:proofErr w:type="gramEnd"/>
      <w:r>
        <w:rPr>
          <w:rStyle w:val="AnswerGray"/>
        </w:rPr>
        <w:t xml:space="preserve"> nothing but the command interpreter has changed the directory to the current directory itself.</w:t>
      </w:r>
    </w:p>
    <w:p w14:paraId="606B8344" w14:textId="77777777" w:rsidR="003961D3" w:rsidRDefault="003961D3" w:rsidP="005E77B3">
      <w:pPr>
        <w:pStyle w:val="SubStepAlpha"/>
      </w:pPr>
      <w:r>
        <w:t>Changing the directory to the</w:t>
      </w:r>
      <w:proofErr w:type="gramStart"/>
      <w:r>
        <w:t xml:space="preserve"> </w:t>
      </w:r>
      <w:r w:rsidRPr="00A80774">
        <w:rPr>
          <w:b/>
        </w:rPr>
        <w:t>..</w:t>
      </w:r>
      <w:proofErr w:type="gramEnd"/>
      <w:r>
        <w:t xml:space="preserve"> </w:t>
      </w:r>
      <w:proofErr w:type="gramStart"/>
      <w:r>
        <w:t>directory,</w:t>
      </w:r>
      <w:proofErr w:type="gramEnd"/>
      <w:r>
        <w:t xml:space="preserve"> will change to the directory that is one level up. This directory is also known as </w:t>
      </w:r>
      <w:r>
        <w:rPr>
          <w:i/>
        </w:rPr>
        <w:t>parent directory</w:t>
      </w:r>
      <w:r>
        <w:t xml:space="preserve">. Type </w:t>
      </w:r>
      <w:r w:rsidRPr="00A80774">
        <w:rPr>
          <w:rFonts w:ascii="Courier New" w:hAnsi="Courier New" w:cs="Courier New"/>
          <w:b/>
        </w:rPr>
        <w:t>cd</w:t>
      </w:r>
      <w:proofErr w:type="gramStart"/>
      <w:r w:rsidRPr="00A80774">
        <w:rPr>
          <w:rFonts w:ascii="Courier New" w:hAnsi="Courier New" w:cs="Courier New"/>
          <w:b/>
        </w:rPr>
        <w:t xml:space="preserve"> ..</w:t>
      </w:r>
      <w:proofErr w:type="gramEnd"/>
    </w:p>
    <w:p w14:paraId="1797B2B4" w14:textId="77777777" w:rsidR="003961D3" w:rsidRPr="009439F4" w:rsidRDefault="003961D3" w:rsidP="003961D3">
      <w:pPr>
        <w:pStyle w:val="CMD"/>
      </w:pPr>
      <w:r w:rsidRPr="009439F4">
        <w:t>[</w:t>
      </w:r>
      <w:proofErr w:type="spellStart"/>
      <w:r w:rsidRPr="009439F4">
        <w:t>analyst@secOps</w:t>
      </w:r>
      <w:proofErr w:type="spellEnd"/>
      <w:r w:rsidRPr="009439F4">
        <w:t xml:space="preserve"> cyops_folder</w:t>
      </w:r>
      <w:proofErr w:type="gramStart"/>
      <w:r w:rsidRPr="009439F4">
        <w:t>3]$</w:t>
      </w:r>
      <w:proofErr w:type="gramEnd"/>
      <w:r w:rsidRPr="009439F4">
        <w:t xml:space="preserve"> </w:t>
      </w:r>
      <w:r w:rsidRPr="009439F4">
        <w:rPr>
          <w:b/>
        </w:rPr>
        <w:t>cd ..</w:t>
      </w:r>
    </w:p>
    <w:p w14:paraId="31AF658E" w14:textId="77777777" w:rsidR="003961D3" w:rsidRPr="009439F4" w:rsidRDefault="003961D3" w:rsidP="003961D3">
      <w:pPr>
        <w:pStyle w:val="CMD"/>
      </w:pPr>
      <w:r w:rsidRPr="009439F4">
        <w:t>[</w:t>
      </w:r>
      <w:proofErr w:type="spellStart"/>
      <w:r w:rsidRPr="009439F4">
        <w:t>analyst@secOps</w:t>
      </w:r>
      <w:proofErr w:type="spellEnd"/>
      <w:r w:rsidRPr="009439F4">
        <w:t xml:space="preserve"> </w:t>
      </w:r>
      <w:proofErr w:type="gramStart"/>
      <w:r w:rsidRPr="009439F4">
        <w:t>~]$</w:t>
      </w:r>
      <w:proofErr w:type="gramEnd"/>
    </w:p>
    <w:p w14:paraId="3C421EDF" w14:textId="77777777" w:rsidR="005E77B3" w:rsidRDefault="005E77B3" w:rsidP="005E77B3">
      <w:pPr>
        <w:pStyle w:val="Heading4"/>
      </w:pPr>
      <w:r>
        <w:t>Question:</w:t>
      </w:r>
    </w:p>
    <w:p w14:paraId="30D7BAF9" w14:textId="182771B6" w:rsidR="003961D3" w:rsidRDefault="003961D3" w:rsidP="005E77B3">
      <w:pPr>
        <w:pStyle w:val="BodyTextL50"/>
        <w:spacing w:before="0"/>
      </w:pPr>
      <w:r>
        <w:t>What happens?</w:t>
      </w:r>
    </w:p>
    <w:p w14:paraId="5F2CB9BF" w14:textId="165A730A" w:rsidR="003961D3" w:rsidRDefault="005E77B3" w:rsidP="005E77B3">
      <w:pPr>
        <w:pStyle w:val="AnswerLineL50"/>
      </w:pPr>
      <w:r>
        <w:t>Type your answers here.</w:t>
      </w:r>
    </w:p>
    <w:p w14:paraId="51DEC5AD" w14:textId="77777777" w:rsidR="003961D3" w:rsidRDefault="003961D3" w:rsidP="003961D3">
      <w:pPr>
        <w:pStyle w:val="SubStepAlpha"/>
        <w:numPr>
          <w:ilvl w:val="0"/>
          <w:numId w:val="0"/>
        </w:numPr>
        <w:ind w:left="720"/>
      </w:pPr>
      <w:r>
        <w:rPr>
          <w:rStyle w:val="AnswerGray"/>
        </w:rPr>
        <w:t>The directory was changed to /home/analyst, which is the directory immediately above cyops_folder3, also known as parent directory.</w:t>
      </w:r>
    </w:p>
    <w:p w14:paraId="6A527043" w14:textId="77777777" w:rsidR="003961D3" w:rsidRPr="005E77B3" w:rsidRDefault="003961D3" w:rsidP="005E77B3">
      <w:pPr>
        <w:pStyle w:val="BodyTextL50"/>
        <w:rPr>
          <w:rStyle w:val="AnswerGray"/>
          <w:b w:val="0"/>
          <w:shd w:val="clear" w:color="auto" w:fill="auto"/>
        </w:rPr>
      </w:pPr>
      <w:r w:rsidRPr="005E77B3">
        <w:rPr>
          <w:rStyle w:val="AnswerGray"/>
          <w:b w:val="0"/>
          <w:shd w:val="clear" w:color="auto" w:fill="auto"/>
        </w:rPr>
        <w:t xml:space="preserve">What would be the current directory if you issued the </w:t>
      </w:r>
      <w:r w:rsidRPr="005E77B3">
        <w:rPr>
          <w:rStyle w:val="AnswerGray"/>
          <w:bCs/>
          <w:shd w:val="clear" w:color="auto" w:fill="auto"/>
        </w:rPr>
        <w:t>cd</w:t>
      </w:r>
      <w:proofErr w:type="gramStart"/>
      <w:r w:rsidRPr="005E77B3">
        <w:rPr>
          <w:rStyle w:val="AnswerGray"/>
          <w:bCs/>
          <w:shd w:val="clear" w:color="auto" w:fill="auto"/>
        </w:rPr>
        <w:t xml:space="preserve"> ..</w:t>
      </w:r>
      <w:proofErr w:type="gramEnd"/>
      <w:r w:rsidRPr="005E77B3">
        <w:rPr>
          <w:rStyle w:val="AnswerGray"/>
          <w:b w:val="0"/>
          <w:shd w:val="clear" w:color="auto" w:fill="auto"/>
        </w:rPr>
        <w:t xml:space="preserve"> command at </w:t>
      </w:r>
      <w:r w:rsidRPr="005E77B3">
        <w:t>[</w:t>
      </w:r>
      <w:proofErr w:type="spellStart"/>
      <w:r w:rsidRPr="005E77B3">
        <w:t>analyst@secOps</w:t>
      </w:r>
      <w:proofErr w:type="spellEnd"/>
      <w:r w:rsidRPr="005E77B3">
        <w:t xml:space="preserve"> </w:t>
      </w:r>
      <w:proofErr w:type="gramStart"/>
      <w:r w:rsidRPr="005E77B3">
        <w:t>~]$</w:t>
      </w:r>
      <w:proofErr w:type="gramEnd"/>
      <w:r w:rsidRPr="005E77B3">
        <w:rPr>
          <w:rStyle w:val="AnswerGray"/>
          <w:b w:val="0"/>
          <w:shd w:val="clear" w:color="auto" w:fill="auto"/>
        </w:rPr>
        <w:t>?</w:t>
      </w:r>
    </w:p>
    <w:p w14:paraId="77A9A230" w14:textId="7036ABD6" w:rsidR="003961D3" w:rsidRPr="005E77B3" w:rsidRDefault="005E77B3" w:rsidP="005E77B3">
      <w:pPr>
        <w:pStyle w:val="AnswerLineL50"/>
      </w:pPr>
      <w:r w:rsidRPr="005E77B3">
        <w:t>Type your answers here.</w:t>
      </w:r>
    </w:p>
    <w:p w14:paraId="41C00233" w14:textId="77777777" w:rsidR="003961D3" w:rsidRDefault="003961D3" w:rsidP="003961D3">
      <w:pPr>
        <w:pStyle w:val="BodyTextL50"/>
        <w:rPr>
          <w:rStyle w:val="AnswerGray"/>
        </w:rPr>
      </w:pPr>
      <w:r>
        <w:rPr>
          <w:rStyle w:val="AnswerGray"/>
        </w:rPr>
        <w:t>/home</w:t>
      </w:r>
    </w:p>
    <w:p w14:paraId="7E21349E" w14:textId="77777777" w:rsidR="003961D3" w:rsidRPr="005E77B3" w:rsidRDefault="003961D3" w:rsidP="005E77B3">
      <w:pPr>
        <w:pStyle w:val="BodyTextL50"/>
      </w:pPr>
      <w:r w:rsidRPr="005E77B3">
        <w:t xml:space="preserve">What would be the current directory if you issued the </w:t>
      </w:r>
      <w:r w:rsidRPr="005E77B3">
        <w:rPr>
          <w:b/>
          <w:bCs/>
        </w:rPr>
        <w:t>cd</w:t>
      </w:r>
      <w:proofErr w:type="gramStart"/>
      <w:r w:rsidRPr="005E77B3">
        <w:rPr>
          <w:b/>
          <w:bCs/>
        </w:rPr>
        <w:t xml:space="preserve"> ..</w:t>
      </w:r>
      <w:proofErr w:type="gramEnd"/>
      <w:r w:rsidRPr="005E77B3">
        <w:t xml:space="preserve"> command at [</w:t>
      </w:r>
      <w:proofErr w:type="spellStart"/>
      <w:r w:rsidRPr="005E77B3">
        <w:t>analyst@secOps</w:t>
      </w:r>
      <w:proofErr w:type="spellEnd"/>
      <w:r w:rsidRPr="005E77B3">
        <w:t xml:space="preserve"> </w:t>
      </w:r>
      <w:proofErr w:type="gramStart"/>
      <w:r w:rsidRPr="005E77B3">
        <w:t>home]$</w:t>
      </w:r>
      <w:proofErr w:type="gramEnd"/>
      <w:r w:rsidRPr="005E77B3">
        <w:t>?</w:t>
      </w:r>
    </w:p>
    <w:p w14:paraId="5AEC8649" w14:textId="0FA8A8F1" w:rsidR="003961D3" w:rsidRPr="005E77B3" w:rsidRDefault="005E77B3" w:rsidP="005E77B3">
      <w:pPr>
        <w:pStyle w:val="AnswerLineL50"/>
      </w:pPr>
      <w:r w:rsidRPr="005E77B3">
        <w:t>Type your answers here.</w:t>
      </w:r>
    </w:p>
    <w:p w14:paraId="3EE88625" w14:textId="77777777" w:rsidR="003961D3" w:rsidRDefault="003961D3" w:rsidP="003961D3">
      <w:pPr>
        <w:pStyle w:val="BodyTextL50"/>
        <w:rPr>
          <w:rStyle w:val="AnswerGray"/>
        </w:rPr>
      </w:pPr>
      <w:r>
        <w:rPr>
          <w:rStyle w:val="AnswerGray"/>
        </w:rPr>
        <w:t>/ (backslash), the root of the filesystem</w:t>
      </w:r>
    </w:p>
    <w:p w14:paraId="796F1B4B" w14:textId="77777777" w:rsidR="003961D3" w:rsidRPr="005E77B3" w:rsidRDefault="003961D3" w:rsidP="005E77B3">
      <w:pPr>
        <w:pStyle w:val="BodyTextL50"/>
      </w:pPr>
      <w:r w:rsidRPr="005E77B3">
        <w:lastRenderedPageBreak/>
        <w:t xml:space="preserve">What would be the current directory if you issued the </w:t>
      </w:r>
      <w:r w:rsidRPr="005E77B3">
        <w:rPr>
          <w:b/>
          <w:bCs/>
        </w:rPr>
        <w:t>cd</w:t>
      </w:r>
      <w:proofErr w:type="gramStart"/>
      <w:r w:rsidRPr="005E77B3">
        <w:rPr>
          <w:b/>
          <w:bCs/>
        </w:rPr>
        <w:t xml:space="preserve"> ..</w:t>
      </w:r>
      <w:proofErr w:type="gramEnd"/>
      <w:r w:rsidRPr="005E77B3">
        <w:t xml:space="preserve"> command at [</w:t>
      </w:r>
      <w:proofErr w:type="spellStart"/>
      <w:r w:rsidRPr="005E77B3">
        <w:t>analyst@secOps</w:t>
      </w:r>
      <w:proofErr w:type="spellEnd"/>
      <w:r w:rsidRPr="005E77B3">
        <w:t xml:space="preserve"> </w:t>
      </w:r>
      <w:proofErr w:type="gramStart"/>
      <w:r w:rsidRPr="005E77B3">
        <w:t>/]$</w:t>
      </w:r>
      <w:proofErr w:type="gramEnd"/>
      <w:r w:rsidRPr="005E77B3">
        <w:t>?</w:t>
      </w:r>
    </w:p>
    <w:p w14:paraId="367714FE" w14:textId="54FB0435" w:rsidR="003961D3" w:rsidRPr="005E77B3" w:rsidRDefault="005E77B3" w:rsidP="005E77B3">
      <w:pPr>
        <w:pStyle w:val="AnswerLineL50"/>
      </w:pPr>
      <w:r>
        <w:t>Type your answers here.</w:t>
      </w:r>
    </w:p>
    <w:p w14:paraId="116D1AC9" w14:textId="77777777" w:rsidR="003961D3" w:rsidRPr="007417D8" w:rsidRDefault="003961D3" w:rsidP="003961D3">
      <w:pPr>
        <w:pStyle w:val="BodyTextL50"/>
        <w:rPr>
          <w:rStyle w:val="AnswerGray"/>
        </w:rPr>
      </w:pPr>
      <w:r>
        <w:rPr>
          <w:rStyle w:val="AnswerGray"/>
        </w:rPr>
        <w:t>/ (backslash), the root of the filesystem. Because this is the highest level, no upward change is done as the root directory has no parent directory.</w:t>
      </w:r>
    </w:p>
    <w:p w14:paraId="21A94193" w14:textId="77777777" w:rsidR="003961D3" w:rsidRPr="00DF6AC5" w:rsidRDefault="003961D3" w:rsidP="003961D3">
      <w:pPr>
        <w:pStyle w:val="Heading3"/>
      </w:pPr>
      <w:r>
        <w:t>Redirect Outputs.</w:t>
      </w:r>
    </w:p>
    <w:p w14:paraId="754572D9" w14:textId="77777777" w:rsidR="003961D3" w:rsidRPr="00DA0F85" w:rsidRDefault="003961D3" w:rsidP="003B308D">
      <w:pPr>
        <w:pStyle w:val="BodyTextL25"/>
      </w:pPr>
      <w:r>
        <w:t xml:space="preserve">Another powerful command line operator in Linux is known as </w:t>
      </w:r>
      <w:r>
        <w:rPr>
          <w:i/>
        </w:rPr>
        <w:t>redirect</w:t>
      </w:r>
      <w:r>
        <w:t xml:space="preserve">. Represented by the </w:t>
      </w:r>
      <w:r w:rsidRPr="00DA0F85">
        <w:rPr>
          <w:b/>
        </w:rPr>
        <w:t>&gt;</w:t>
      </w:r>
      <w:r>
        <w:t xml:space="preserve"> symbol, this operator allows the output of a command to be redirected to some location other the current terminal window (the default).</w:t>
      </w:r>
    </w:p>
    <w:p w14:paraId="0453F5DB" w14:textId="77777777" w:rsidR="003961D3" w:rsidRDefault="003961D3" w:rsidP="003B308D">
      <w:pPr>
        <w:pStyle w:val="SubStepAlpha"/>
      </w:pPr>
      <w:r>
        <w:t xml:space="preserve">Use the </w:t>
      </w:r>
      <w:r w:rsidRPr="009439F4">
        <w:rPr>
          <w:b/>
        </w:rPr>
        <w:t>cd</w:t>
      </w:r>
      <w:r>
        <w:t xml:space="preserve"> command to change to the </w:t>
      </w:r>
      <w:r w:rsidRPr="004E2144">
        <w:rPr>
          <w:b/>
        </w:rPr>
        <w:t>/home/</w:t>
      </w:r>
      <w:r>
        <w:rPr>
          <w:b/>
        </w:rPr>
        <w:t>analyst</w:t>
      </w:r>
      <w:r w:rsidRPr="004E2144">
        <w:rPr>
          <w:b/>
        </w:rPr>
        <w:t>/</w:t>
      </w:r>
      <w:r>
        <w:t xml:space="preserve"> (</w:t>
      </w:r>
      <w:r>
        <w:rPr>
          <w:b/>
        </w:rPr>
        <w:t>~)</w:t>
      </w:r>
      <w:r>
        <w:t xml:space="preserve"> directory:</w:t>
      </w:r>
    </w:p>
    <w:p w14:paraId="240B9253" w14:textId="77777777" w:rsidR="003961D3" w:rsidRPr="009439F4" w:rsidRDefault="003961D3" w:rsidP="003961D3">
      <w:pPr>
        <w:pStyle w:val="CMD"/>
      </w:pPr>
      <w:r>
        <w:t>[</w:t>
      </w:r>
      <w:proofErr w:type="spellStart"/>
      <w:r w:rsidRPr="009439F4">
        <w:t>analyst@secOps</w:t>
      </w:r>
      <w:proofErr w:type="spellEnd"/>
      <w:r w:rsidRPr="009439F4">
        <w:t xml:space="preserve"> </w:t>
      </w:r>
      <w:proofErr w:type="gramStart"/>
      <w:r>
        <w:t>/</w:t>
      </w:r>
      <w:r w:rsidRPr="009439F4">
        <w:t>]$</w:t>
      </w:r>
      <w:proofErr w:type="gramEnd"/>
      <w:r w:rsidRPr="009439F4">
        <w:t xml:space="preserve"> </w:t>
      </w:r>
      <w:r w:rsidRPr="009439F4">
        <w:rPr>
          <w:b/>
        </w:rPr>
        <w:t>cd /home/analyst/</w:t>
      </w:r>
    </w:p>
    <w:p w14:paraId="6AF943BB" w14:textId="77777777" w:rsidR="003961D3" w:rsidRPr="009439F4" w:rsidRDefault="003961D3" w:rsidP="003961D3">
      <w:pPr>
        <w:pStyle w:val="CMD"/>
      </w:pPr>
      <w:r>
        <w:t>[</w:t>
      </w:r>
      <w:proofErr w:type="spellStart"/>
      <w:r w:rsidRPr="009439F4">
        <w:t>analyst@secOps</w:t>
      </w:r>
      <w:proofErr w:type="spellEnd"/>
      <w:r w:rsidRPr="009439F4">
        <w:t xml:space="preserve"> </w:t>
      </w:r>
      <w:proofErr w:type="gramStart"/>
      <w:r>
        <w:t>~</w:t>
      </w:r>
      <w:r w:rsidRPr="009439F4">
        <w:t>]$</w:t>
      </w:r>
      <w:proofErr w:type="gramEnd"/>
    </w:p>
    <w:p w14:paraId="77A84502" w14:textId="77777777" w:rsidR="003961D3" w:rsidRDefault="003961D3" w:rsidP="003B308D">
      <w:pPr>
        <w:pStyle w:val="SubStepAlpha"/>
      </w:pPr>
      <w:r>
        <w:t xml:space="preserve">Use the </w:t>
      </w:r>
      <w:r w:rsidRPr="009439F4">
        <w:rPr>
          <w:b/>
        </w:rPr>
        <w:t>echo</w:t>
      </w:r>
      <w:r>
        <w:t xml:space="preserve"> command to echo a message. Because no output was defined, echo will output to the current terminal window:</w:t>
      </w:r>
    </w:p>
    <w:p w14:paraId="0D6C431C" w14:textId="77777777" w:rsidR="003961D3" w:rsidRPr="009439F4" w:rsidRDefault="003961D3" w:rsidP="003961D3">
      <w:pPr>
        <w:pStyle w:val="CMD"/>
      </w:pPr>
      <w:proofErr w:type="spellStart"/>
      <w:r w:rsidRPr="009439F4">
        <w:t>analyst@secOps</w:t>
      </w:r>
      <w:proofErr w:type="spellEnd"/>
      <w:r w:rsidRPr="009439F4">
        <w:t xml:space="preserve"> </w:t>
      </w:r>
      <w:proofErr w:type="gramStart"/>
      <w:r w:rsidRPr="009439F4">
        <w:t>~]$</w:t>
      </w:r>
      <w:proofErr w:type="gramEnd"/>
      <w:r w:rsidRPr="009439F4">
        <w:t xml:space="preserve"> </w:t>
      </w:r>
      <w:r w:rsidRPr="009439F4">
        <w:rPr>
          <w:b/>
        </w:rPr>
        <w:t>echo This is a message echoed to the terminal by echo.</w:t>
      </w:r>
    </w:p>
    <w:p w14:paraId="0D573383" w14:textId="77777777" w:rsidR="003961D3" w:rsidRPr="009439F4" w:rsidRDefault="003961D3" w:rsidP="003961D3">
      <w:pPr>
        <w:pStyle w:val="CMD"/>
      </w:pPr>
      <w:r w:rsidRPr="009439F4">
        <w:t>This is a message echoed to the terminal by echo.</w:t>
      </w:r>
    </w:p>
    <w:p w14:paraId="655FCDC1" w14:textId="77777777" w:rsidR="003961D3" w:rsidRDefault="003961D3" w:rsidP="003B308D">
      <w:pPr>
        <w:pStyle w:val="SubStepAlpha"/>
      </w:pPr>
      <w:r>
        <w:t xml:space="preserve">Use the </w:t>
      </w:r>
      <w:r w:rsidRPr="00AA0AAC">
        <w:rPr>
          <w:b/>
        </w:rPr>
        <w:t>&gt;</w:t>
      </w:r>
      <w:r>
        <w:t xml:space="preserve"> operator to redirect the output of echo to a text file instead of to the screen:</w:t>
      </w:r>
    </w:p>
    <w:p w14:paraId="2765428D" w14:textId="77777777" w:rsidR="003961D3" w:rsidRPr="009439F4" w:rsidRDefault="003961D3" w:rsidP="003961D3">
      <w:pPr>
        <w:pStyle w:val="CMD"/>
      </w:pPr>
      <w:proofErr w:type="spellStart"/>
      <w:r w:rsidRPr="009439F4">
        <w:t>analyst@secOps</w:t>
      </w:r>
      <w:proofErr w:type="spellEnd"/>
      <w:r w:rsidRPr="009439F4">
        <w:t xml:space="preserve"> </w:t>
      </w:r>
      <w:proofErr w:type="gramStart"/>
      <w:r w:rsidRPr="009439F4">
        <w:t>~]$</w:t>
      </w:r>
      <w:proofErr w:type="gramEnd"/>
      <w:r w:rsidRPr="009439F4">
        <w:t xml:space="preserve"> </w:t>
      </w:r>
      <w:r w:rsidRPr="009439F4">
        <w:rPr>
          <w:b/>
        </w:rPr>
        <w:t>echo This is a message echoed to the terminal by echo. &gt; some_text_file.txt</w:t>
      </w:r>
    </w:p>
    <w:p w14:paraId="53A7E58A" w14:textId="77777777" w:rsidR="00587365" w:rsidRDefault="003961D3" w:rsidP="00587365">
      <w:pPr>
        <w:pStyle w:val="BodyTextL50"/>
        <w:spacing w:after="0"/>
      </w:pPr>
      <w:r w:rsidRPr="00587365">
        <w:t>No output was shown.</w:t>
      </w:r>
    </w:p>
    <w:p w14:paraId="1C1CAEFE" w14:textId="77777777" w:rsidR="00587365" w:rsidRDefault="00587365" w:rsidP="00587365">
      <w:pPr>
        <w:pStyle w:val="Heading4"/>
      </w:pPr>
      <w:r>
        <w:t>Question:</w:t>
      </w:r>
    </w:p>
    <w:p w14:paraId="72B6E21A" w14:textId="6FC65DBD" w:rsidR="003961D3" w:rsidRPr="00587365" w:rsidRDefault="003961D3" w:rsidP="00587365">
      <w:pPr>
        <w:pStyle w:val="BodyTextL50"/>
        <w:spacing w:before="0"/>
      </w:pPr>
      <w:r w:rsidRPr="00587365">
        <w:t>Is that expected?</w:t>
      </w:r>
      <w:r w:rsidR="00587365">
        <w:t xml:space="preserve"> Explain.</w:t>
      </w:r>
    </w:p>
    <w:p w14:paraId="6D0CF934" w14:textId="230B6DC1" w:rsidR="003961D3" w:rsidRPr="00587365" w:rsidRDefault="00587365" w:rsidP="00587365">
      <w:pPr>
        <w:pStyle w:val="AnswerLineL50"/>
      </w:pPr>
      <w:r>
        <w:t>Type your answers here.</w:t>
      </w:r>
    </w:p>
    <w:p w14:paraId="25C1202D" w14:textId="77777777" w:rsidR="003961D3" w:rsidRDefault="003961D3" w:rsidP="003961D3">
      <w:pPr>
        <w:pStyle w:val="BodyTextL50"/>
        <w:rPr>
          <w:rStyle w:val="AnswerGray"/>
        </w:rPr>
      </w:pPr>
      <w:r>
        <w:rPr>
          <w:rStyle w:val="AnswerGray"/>
        </w:rPr>
        <w:t xml:space="preserve">Yes. The output was redirected to the </w:t>
      </w:r>
      <w:r w:rsidRPr="00114E8C">
        <w:rPr>
          <w:rStyle w:val="AnswerGray"/>
        </w:rPr>
        <w:t>some_text_file.txt</w:t>
      </w:r>
      <w:r>
        <w:rPr>
          <w:rStyle w:val="AnswerGray"/>
        </w:rPr>
        <w:t xml:space="preserve"> file.</w:t>
      </w:r>
    </w:p>
    <w:p w14:paraId="7CFC218E" w14:textId="77777777" w:rsidR="003961D3" w:rsidRDefault="003961D3" w:rsidP="003B308D">
      <w:pPr>
        <w:pStyle w:val="SubStepAlpha"/>
      </w:pPr>
      <w:r>
        <w:t xml:space="preserve">Notice, that even though the </w:t>
      </w:r>
      <w:r w:rsidRPr="00D13B9D">
        <w:rPr>
          <w:b/>
        </w:rPr>
        <w:t>some_text_file.txt</w:t>
      </w:r>
      <w:r>
        <w:t xml:space="preserve"> file did not exist, prior to the echo command, it was automatically created to receive the output generated by </w:t>
      </w:r>
      <w:r w:rsidRPr="00114E8C">
        <w:rPr>
          <w:rFonts w:ascii="Courier New" w:hAnsi="Courier New" w:cs="Courier New"/>
          <w:b/>
        </w:rPr>
        <w:t>echo</w:t>
      </w:r>
      <w:r>
        <w:t xml:space="preserve">. Use the </w:t>
      </w:r>
      <w:r w:rsidRPr="009439F4">
        <w:rPr>
          <w:b/>
        </w:rPr>
        <w:t>ls -l</w:t>
      </w:r>
      <w:r>
        <w:t xml:space="preserve"> command to verify if the file was really created:</w:t>
      </w:r>
    </w:p>
    <w:p w14:paraId="6FA0422A" w14:textId="77777777" w:rsidR="003961D3" w:rsidRPr="009439F4" w:rsidRDefault="003961D3" w:rsidP="003961D3">
      <w:pPr>
        <w:pStyle w:val="CMD"/>
      </w:pPr>
      <w:r w:rsidRPr="009439F4">
        <w:t>[</w:t>
      </w:r>
      <w:proofErr w:type="spellStart"/>
      <w:r w:rsidRPr="009439F4">
        <w:t>analyst@secOps</w:t>
      </w:r>
      <w:proofErr w:type="spellEnd"/>
      <w:r w:rsidRPr="009439F4">
        <w:t xml:space="preserve"> </w:t>
      </w:r>
      <w:proofErr w:type="gramStart"/>
      <w:r w:rsidRPr="009439F4">
        <w:t>~]$</w:t>
      </w:r>
      <w:proofErr w:type="gramEnd"/>
      <w:r w:rsidRPr="009439F4">
        <w:t xml:space="preserve"> </w:t>
      </w:r>
      <w:r w:rsidRPr="009439F4">
        <w:rPr>
          <w:b/>
        </w:rPr>
        <w:t>ls –l some_text_file.txt</w:t>
      </w:r>
    </w:p>
    <w:p w14:paraId="72172F94" w14:textId="77777777" w:rsidR="003961D3" w:rsidRPr="009439F4" w:rsidRDefault="003961D3" w:rsidP="003961D3">
      <w:pPr>
        <w:pStyle w:val="CMD"/>
      </w:pPr>
      <w:r w:rsidRPr="009439F4">
        <w:t>-</w:t>
      </w:r>
      <w:proofErr w:type="spellStart"/>
      <w:r w:rsidRPr="009439F4">
        <w:t>rw</w:t>
      </w:r>
      <w:proofErr w:type="spellEnd"/>
      <w:r w:rsidRPr="009439F4">
        <w:t xml:space="preserve">-r--r-- 1 analyst </w:t>
      </w:r>
      <w:proofErr w:type="spellStart"/>
      <w:r w:rsidRPr="009439F4">
        <w:t>analyst</w:t>
      </w:r>
      <w:proofErr w:type="spellEnd"/>
      <w:r w:rsidRPr="009439F4">
        <w:t xml:space="preserve">   50 Feb 24 16:11 some_text_file.txt</w:t>
      </w:r>
    </w:p>
    <w:p w14:paraId="7E893760" w14:textId="77777777" w:rsidR="003961D3" w:rsidRDefault="003961D3" w:rsidP="003B308D">
      <w:pPr>
        <w:pStyle w:val="SubStepAlpha"/>
      </w:pPr>
      <w:r>
        <w:t xml:space="preserve">Use the </w:t>
      </w:r>
      <w:r w:rsidRPr="009439F4">
        <w:rPr>
          <w:b/>
        </w:rPr>
        <w:t>cat</w:t>
      </w:r>
      <w:r>
        <w:t xml:space="preserve"> command to display the contents of the </w:t>
      </w:r>
      <w:r w:rsidRPr="00D13B9D">
        <w:rPr>
          <w:b/>
        </w:rPr>
        <w:t>some_text_file.txt</w:t>
      </w:r>
      <w:r>
        <w:t xml:space="preserve"> text file:</w:t>
      </w:r>
    </w:p>
    <w:p w14:paraId="711E4C64" w14:textId="77777777" w:rsidR="003961D3" w:rsidRPr="009439F4" w:rsidRDefault="003961D3" w:rsidP="003961D3">
      <w:pPr>
        <w:pStyle w:val="CMD"/>
      </w:pPr>
      <w:r w:rsidRPr="009439F4">
        <w:t>[</w:t>
      </w:r>
      <w:proofErr w:type="spellStart"/>
      <w:r w:rsidRPr="009439F4">
        <w:t>analyst@secOps</w:t>
      </w:r>
      <w:proofErr w:type="spellEnd"/>
      <w:r w:rsidRPr="009439F4">
        <w:t xml:space="preserve"> </w:t>
      </w:r>
      <w:proofErr w:type="gramStart"/>
      <w:r w:rsidRPr="009439F4">
        <w:t>~]$</w:t>
      </w:r>
      <w:proofErr w:type="gramEnd"/>
      <w:r w:rsidRPr="009439F4">
        <w:t xml:space="preserve"> </w:t>
      </w:r>
      <w:r w:rsidRPr="009439F4">
        <w:rPr>
          <w:b/>
        </w:rPr>
        <w:t>cat some_text_file.txt</w:t>
      </w:r>
    </w:p>
    <w:p w14:paraId="32659589" w14:textId="77777777" w:rsidR="003961D3" w:rsidRPr="009439F4" w:rsidRDefault="003961D3" w:rsidP="003961D3">
      <w:pPr>
        <w:pStyle w:val="CMD"/>
      </w:pPr>
      <w:r w:rsidRPr="009439F4">
        <w:t>This is a message echoed to the terminal by echo.</w:t>
      </w:r>
    </w:p>
    <w:p w14:paraId="7E267053" w14:textId="77777777" w:rsidR="003961D3" w:rsidRDefault="003961D3" w:rsidP="003B308D">
      <w:pPr>
        <w:pStyle w:val="SubStepAlpha"/>
      </w:pPr>
      <w:r>
        <w:t xml:space="preserve">Use the </w:t>
      </w:r>
      <w:r w:rsidRPr="00AA0AAC">
        <w:rPr>
          <w:b/>
        </w:rPr>
        <w:t>&gt;</w:t>
      </w:r>
      <w:r>
        <w:t xml:space="preserve"> operator again to redirect a different echo output of echo to the </w:t>
      </w:r>
      <w:r>
        <w:rPr>
          <w:b/>
        </w:rPr>
        <w:t xml:space="preserve">some_text_file.txt </w:t>
      </w:r>
      <w:r>
        <w:t>text file:</w:t>
      </w:r>
    </w:p>
    <w:p w14:paraId="23B00BE7" w14:textId="77777777" w:rsidR="003961D3" w:rsidRPr="009439F4" w:rsidRDefault="003961D3" w:rsidP="003961D3">
      <w:pPr>
        <w:pStyle w:val="CMD"/>
      </w:pPr>
      <w:proofErr w:type="spellStart"/>
      <w:r w:rsidRPr="009439F4">
        <w:t>analyst@secOps</w:t>
      </w:r>
      <w:proofErr w:type="spellEnd"/>
      <w:r w:rsidRPr="009439F4">
        <w:t xml:space="preserve"> </w:t>
      </w:r>
      <w:proofErr w:type="gramStart"/>
      <w:r w:rsidRPr="009439F4">
        <w:t>~]$</w:t>
      </w:r>
      <w:proofErr w:type="gramEnd"/>
      <w:r w:rsidRPr="009439F4">
        <w:t xml:space="preserve"> </w:t>
      </w:r>
      <w:r w:rsidRPr="009439F4">
        <w:rPr>
          <w:b/>
        </w:rPr>
        <w:t>echo This is a DIFFERENT message, once again echoed to the terminal by echo. &gt; some_text_file.txt</w:t>
      </w:r>
    </w:p>
    <w:p w14:paraId="33C55830" w14:textId="77777777" w:rsidR="003961D3" w:rsidRDefault="003961D3" w:rsidP="003B308D">
      <w:pPr>
        <w:pStyle w:val="SubStepAlpha"/>
      </w:pPr>
      <w:r>
        <w:t xml:space="preserve">Once again, use the </w:t>
      </w:r>
      <w:r w:rsidRPr="009439F4">
        <w:rPr>
          <w:b/>
        </w:rPr>
        <w:t>cat</w:t>
      </w:r>
      <w:r>
        <w:t xml:space="preserve"> command to display the contents of the </w:t>
      </w:r>
      <w:r w:rsidRPr="00D13B9D">
        <w:rPr>
          <w:b/>
        </w:rPr>
        <w:t>some_text_file.txt</w:t>
      </w:r>
      <w:r>
        <w:t xml:space="preserve"> text file:</w:t>
      </w:r>
    </w:p>
    <w:p w14:paraId="34D4F6EA" w14:textId="77777777" w:rsidR="003961D3" w:rsidRPr="009439F4" w:rsidRDefault="003961D3" w:rsidP="003961D3">
      <w:pPr>
        <w:pStyle w:val="CMD"/>
      </w:pPr>
      <w:r w:rsidRPr="009439F4">
        <w:t>[</w:t>
      </w:r>
      <w:proofErr w:type="spellStart"/>
      <w:r w:rsidRPr="009439F4">
        <w:t>analyst@secOps</w:t>
      </w:r>
      <w:proofErr w:type="spellEnd"/>
      <w:r w:rsidRPr="009439F4">
        <w:t xml:space="preserve"> </w:t>
      </w:r>
      <w:proofErr w:type="gramStart"/>
      <w:r w:rsidRPr="009439F4">
        <w:t>~]$</w:t>
      </w:r>
      <w:proofErr w:type="gramEnd"/>
      <w:r w:rsidRPr="009439F4">
        <w:t xml:space="preserve"> </w:t>
      </w:r>
      <w:r w:rsidRPr="009439F4">
        <w:rPr>
          <w:b/>
        </w:rPr>
        <w:t>cat some_text_file.txt</w:t>
      </w:r>
    </w:p>
    <w:p w14:paraId="691141CD" w14:textId="77777777" w:rsidR="003961D3" w:rsidRPr="009439F4" w:rsidRDefault="003961D3" w:rsidP="003961D3">
      <w:pPr>
        <w:pStyle w:val="CMD"/>
      </w:pPr>
      <w:r w:rsidRPr="009439F4">
        <w:t>This is a DIFFERENT message, once again echoed to the terminal by echo.</w:t>
      </w:r>
    </w:p>
    <w:p w14:paraId="7053E443" w14:textId="77777777" w:rsidR="003B308D" w:rsidRDefault="003B308D" w:rsidP="003B308D">
      <w:pPr>
        <w:pStyle w:val="Heading4"/>
      </w:pPr>
      <w:r>
        <w:t>Question:</w:t>
      </w:r>
    </w:p>
    <w:p w14:paraId="56164AA9" w14:textId="0CA35080" w:rsidR="003961D3" w:rsidRPr="003B308D" w:rsidRDefault="003961D3" w:rsidP="003B308D">
      <w:pPr>
        <w:pStyle w:val="BodyTextL50"/>
        <w:spacing w:before="0"/>
      </w:pPr>
      <w:r w:rsidRPr="003B308D">
        <w:t>What happened to the text file? Explain.</w:t>
      </w:r>
    </w:p>
    <w:p w14:paraId="6542BCC7" w14:textId="406DE326" w:rsidR="003961D3" w:rsidRPr="003B308D" w:rsidRDefault="003B308D" w:rsidP="003B308D">
      <w:pPr>
        <w:pStyle w:val="AnswerLineL50"/>
      </w:pPr>
      <w:r>
        <w:t>Type your answers here.</w:t>
      </w:r>
    </w:p>
    <w:p w14:paraId="4C51022C" w14:textId="77777777" w:rsidR="003961D3" w:rsidRPr="009439F4" w:rsidRDefault="003961D3" w:rsidP="003961D3">
      <w:pPr>
        <w:pStyle w:val="BodyTextL50"/>
      </w:pPr>
      <w:r>
        <w:rPr>
          <w:rStyle w:val="AnswerGray"/>
        </w:rPr>
        <w:lastRenderedPageBreak/>
        <w:t>The text file was completely replaced by the new message. The &gt; operator destroyed the contents of the txt file before writing the message echoed by echo</w:t>
      </w:r>
      <w:r w:rsidRPr="009439F4">
        <w:rPr>
          <w:rStyle w:val="AnswerGray"/>
        </w:rPr>
        <w:t>.</w:t>
      </w:r>
    </w:p>
    <w:p w14:paraId="5ACD30B1" w14:textId="77777777" w:rsidR="003961D3" w:rsidRDefault="003961D3" w:rsidP="003961D3">
      <w:pPr>
        <w:pStyle w:val="Heading3"/>
      </w:pPr>
      <w:r>
        <w:t>Redirect and Append to a Text File.</w:t>
      </w:r>
    </w:p>
    <w:p w14:paraId="0CD1E6EC" w14:textId="77777777" w:rsidR="003961D3" w:rsidRDefault="003961D3" w:rsidP="003B308D">
      <w:pPr>
        <w:pStyle w:val="SubStepAlpha"/>
      </w:pPr>
      <w:proofErr w:type="gramStart"/>
      <w:r>
        <w:t>Similar to</w:t>
      </w:r>
      <w:proofErr w:type="gramEnd"/>
      <w:r>
        <w:t xml:space="preserve"> the </w:t>
      </w:r>
      <w:r w:rsidRPr="00A80BD6">
        <w:rPr>
          <w:b/>
        </w:rPr>
        <w:t>&gt;</w:t>
      </w:r>
      <w:r>
        <w:t xml:space="preserve"> operator, the </w:t>
      </w:r>
      <w:r>
        <w:rPr>
          <w:b/>
        </w:rPr>
        <w:t xml:space="preserve">&gt;&gt; </w:t>
      </w:r>
      <w:r>
        <w:t xml:space="preserve">operator also allows for redirecting data to files. The difference is that </w:t>
      </w:r>
      <w:r>
        <w:rPr>
          <w:b/>
        </w:rPr>
        <w:t xml:space="preserve">&gt;&gt; </w:t>
      </w:r>
      <w:r>
        <w:t>appends data to the end of the referred file, keeping the current contents intact. To append a message to the some_text_file.txt, issue the command below:</w:t>
      </w:r>
    </w:p>
    <w:p w14:paraId="6B949F6F" w14:textId="77777777" w:rsidR="003961D3" w:rsidRPr="009439F4" w:rsidRDefault="003961D3" w:rsidP="003961D3">
      <w:pPr>
        <w:pStyle w:val="CMD"/>
      </w:pPr>
      <w:r w:rsidRPr="009439F4">
        <w:t>[</w:t>
      </w:r>
      <w:proofErr w:type="spellStart"/>
      <w:r w:rsidRPr="009439F4">
        <w:t>analyst@secOps</w:t>
      </w:r>
      <w:proofErr w:type="spellEnd"/>
      <w:r w:rsidRPr="009439F4">
        <w:t xml:space="preserve"> </w:t>
      </w:r>
      <w:proofErr w:type="gramStart"/>
      <w:r w:rsidRPr="009439F4">
        <w:t>~]$</w:t>
      </w:r>
      <w:proofErr w:type="gramEnd"/>
      <w:r w:rsidRPr="009439F4">
        <w:t xml:space="preserve"> </w:t>
      </w:r>
      <w:r w:rsidRPr="009439F4">
        <w:rPr>
          <w:b/>
        </w:rPr>
        <w:t>ec</w:t>
      </w:r>
      <w:r>
        <w:rPr>
          <w:b/>
        </w:rPr>
        <w:t>ho This is another line of text.</w:t>
      </w:r>
      <w:r w:rsidRPr="009439F4">
        <w:rPr>
          <w:b/>
        </w:rPr>
        <w:t xml:space="preserve"> </w:t>
      </w:r>
      <w:r>
        <w:rPr>
          <w:b/>
        </w:rPr>
        <w:t>I</w:t>
      </w:r>
      <w:r w:rsidRPr="009439F4">
        <w:rPr>
          <w:b/>
        </w:rPr>
        <w:t>t will be APPENDED to the output file. &gt;&gt; some_text_file.txt</w:t>
      </w:r>
    </w:p>
    <w:p w14:paraId="3FB54BE7" w14:textId="77777777" w:rsidR="003961D3" w:rsidRDefault="003961D3" w:rsidP="003B308D">
      <w:pPr>
        <w:pStyle w:val="SubStepAlpha"/>
      </w:pPr>
      <w:r>
        <w:t>Use the</w:t>
      </w:r>
      <w:r w:rsidRPr="006F5C89">
        <w:rPr>
          <w:b/>
          <w:bCs/>
        </w:rPr>
        <w:t xml:space="preserve"> cat</w:t>
      </w:r>
      <w:r>
        <w:t xml:space="preserve"> command to display the contents of the </w:t>
      </w:r>
      <w:r w:rsidRPr="00D13B9D">
        <w:rPr>
          <w:b/>
        </w:rPr>
        <w:t>some_text_file.txt</w:t>
      </w:r>
      <w:r>
        <w:t xml:space="preserve"> text file yet again:</w:t>
      </w:r>
    </w:p>
    <w:p w14:paraId="292DAA05" w14:textId="77777777" w:rsidR="003961D3" w:rsidRPr="009439F4" w:rsidRDefault="003961D3" w:rsidP="003961D3">
      <w:pPr>
        <w:pStyle w:val="CMD"/>
      </w:pPr>
      <w:r w:rsidRPr="009439F4">
        <w:t>[</w:t>
      </w:r>
      <w:proofErr w:type="spellStart"/>
      <w:r w:rsidRPr="009439F4">
        <w:t>analyst@secOps</w:t>
      </w:r>
      <w:proofErr w:type="spellEnd"/>
      <w:r w:rsidRPr="009439F4">
        <w:t xml:space="preserve"> </w:t>
      </w:r>
      <w:proofErr w:type="gramStart"/>
      <w:r w:rsidRPr="009439F4">
        <w:t>~]$</w:t>
      </w:r>
      <w:proofErr w:type="gramEnd"/>
      <w:r w:rsidRPr="009439F4">
        <w:t xml:space="preserve"> </w:t>
      </w:r>
      <w:r w:rsidRPr="009439F4">
        <w:rPr>
          <w:b/>
        </w:rPr>
        <w:t>cat some_text_file.txt</w:t>
      </w:r>
    </w:p>
    <w:p w14:paraId="57E05822" w14:textId="77777777" w:rsidR="003961D3" w:rsidRPr="009439F4" w:rsidRDefault="003961D3" w:rsidP="003961D3">
      <w:pPr>
        <w:pStyle w:val="CMD"/>
      </w:pPr>
      <w:r w:rsidRPr="009439F4">
        <w:t>This is a DIFFERENT message, once again echoed to the terminal by echo.</w:t>
      </w:r>
    </w:p>
    <w:p w14:paraId="54A1F3C8" w14:textId="77777777" w:rsidR="003961D3" w:rsidRPr="009439F4" w:rsidRDefault="003961D3" w:rsidP="003961D3">
      <w:pPr>
        <w:pStyle w:val="CMD"/>
      </w:pPr>
      <w:r>
        <w:t>This is another line of text.</w:t>
      </w:r>
      <w:r w:rsidRPr="009439F4">
        <w:t xml:space="preserve"> </w:t>
      </w:r>
      <w:r>
        <w:t>I</w:t>
      </w:r>
      <w:r w:rsidRPr="009439F4">
        <w:t>t will be APPENDED to the output file.</w:t>
      </w:r>
    </w:p>
    <w:p w14:paraId="6493A5DC" w14:textId="77777777" w:rsidR="003B308D" w:rsidRDefault="003B308D" w:rsidP="003B308D">
      <w:pPr>
        <w:pStyle w:val="Heading4"/>
      </w:pPr>
      <w:r>
        <w:t>Question:</w:t>
      </w:r>
    </w:p>
    <w:p w14:paraId="64121AEB" w14:textId="288A816B" w:rsidR="003961D3" w:rsidRPr="003B308D" w:rsidRDefault="003961D3" w:rsidP="006F5C89">
      <w:pPr>
        <w:pStyle w:val="BodyTextL50"/>
        <w:spacing w:before="0"/>
      </w:pPr>
      <w:r w:rsidRPr="003B308D">
        <w:t>What happened to the text file? Explain.</w:t>
      </w:r>
    </w:p>
    <w:p w14:paraId="259F8C5A" w14:textId="00C0D438" w:rsidR="003961D3" w:rsidRPr="008D7A2B" w:rsidRDefault="003B308D" w:rsidP="003B308D">
      <w:pPr>
        <w:pStyle w:val="AnswerLineL50"/>
      </w:pPr>
      <w:r>
        <w:t>Type your answers here.</w:t>
      </w:r>
    </w:p>
    <w:p w14:paraId="74D83082" w14:textId="77777777" w:rsidR="003961D3" w:rsidRDefault="003961D3" w:rsidP="003961D3">
      <w:pPr>
        <w:pStyle w:val="CMDOutput"/>
        <w:rPr>
          <w:rStyle w:val="AnswerGray"/>
        </w:rPr>
      </w:pPr>
      <w:r>
        <w:rPr>
          <w:rStyle w:val="AnswerGray"/>
        </w:rPr>
        <w:t>The new message was appended to the end of the file, keeping the original contents intact.</w:t>
      </w:r>
    </w:p>
    <w:p w14:paraId="24C9E6EF" w14:textId="77777777" w:rsidR="003961D3" w:rsidRDefault="003961D3" w:rsidP="003961D3">
      <w:pPr>
        <w:pStyle w:val="Heading3"/>
      </w:pPr>
      <w:r>
        <w:t>Work with hidden files in Linux.</w:t>
      </w:r>
    </w:p>
    <w:p w14:paraId="70AD3477" w14:textId="77777777" w:rsidR="003961D3" w:rsidRDefault="003961D3" w:rsidP="0071644F">
      <w:pPr>
        <w:pStyle w:val="SubStepAlpha"/>
      </w:pPr>
      <w:r>
        <w:t xml:space="preserve">In Linux, files with names that begin with a ‘.’ (single dot) are not shown by default. While dot-files have nothing else special about them, they are called hidden files because of this feature. Examples of hidden files </w:t>
      </w:r>
      <w:proofErr w:type="gramStart"/>
      <w:r>
        <w:t xml:space="preserve">are </w:t>
      </w:r>
      <w:r w:rsidRPr="00A909A2">
        <w:rPr>
          <w:b/>
        </w:rPr>
        <w:t>.file</w:t>
      </w:r>
      <w:proofErr w:type="gramEnd"/>
      <w:r w:rsidRPr="00A909A2">
        <w:rPr>
          <w:b/>
        </w:rPr>
        <w:t>5</w:t>
      </w:r>
      <w:r>
        <w:t xml:space="preserve">, </w:t>
      </w:r>
      <w:r w:rsidRPr="00A909A2">
        <w:rPr>
          <w:b/>
        </w:rPr>
        <w:t>.file6</w:t>
      </w:r>
      <w:r>
        <w:t xml:space="preserve">, </w:t>
      </w:r>
      <w:r w:rsidRPr="00A909A2">
        <w:rPr>
          <w:b/>
        </w:rPr>
        <w:t>.file7</w:t>
      </w:r>
      <w:r>
        <w:t>.</w:t>
      </w:r>
    </w:p>
    <w:p w14:paraId="3FC2AAAC" w14:textId="77777777" w:rsidR="003961D3" w:rsidRPr="00A80BD6" w:rsidRDefault="003961D3" w:rsidP="003961D3">
      <w:pPr>
        <w:pStyle w:val="SubStepAlpha"/>
        <w:numPr>
          <w:ilvl w:val="0"/>
          <w:numId w:val="0"/>
        </w:numPr>
        <w:ind w:left="720"/>
      </w:pPr>
      <w:r w:rsidRPr="00A80BD6">
        <w:rPr>
          <w:b/>
        </w:rPr>
        <w:t>Note</w:t>
      </w:r>
      <w:r w:rsidRPr="009439F4">
        <w:t xml:space="preserve">: </w:t>
      </w:r>
      <w:r>
        <w:t>Do not confuse dot-files with the current directory indicator “</w:t>
      </w:r>
      <w:r w:rsidRPr="00A80BD6">
        <w:rPr>
          <w:b/>
        </w:rPr>
        <w:t>.</w:t>
      </w:r>
      <w:r>
        <w:t>” symbol. Hidden file names begin with a dot (period), followed by more characters while the dot directory is a hidden directory comprised of only a single dot.</w:t>
      </w:r>
    </w:p>
    <w:p w14:paraId="2A1A62A0" w14:textId="77777777" w:rsidR="003961D3" w:rsidRDefault="003961D3" w:rsidP="0071644F">
      <w:pPr>
        <w:pStyle w:val="SubStepAlpha"/>
      </w:pPr>
      <w:r>
        <w:t xml:space="preserve">Use </w:t>
      </w:r>
      <w:r w:rsidRPr="00023E77">
        <w:rPr>
          <w:b/>
        </w:rPr>
        <w:t>ls -l</w:t>
      </w:r>
      <w:r>
        <w:t xml:space="preserve"> to display the files stored in the analyst home directory.</w:t>
      </w:r>
    </w:p>
    <w:p w14:paraId="51465B4E" w14:textId="7E31DEEE" w:rsidR="003961D3" w:rsidRDefault="003961D3" w:rsidP="003961D3">
      <w:pPr>
        <w:pStyle w:val="CMD"/>
        <w:rPr>
          <w:b/>
        </w:rPr>
      </w:pPr>
      <w:r w:rsidRPr="00023E77">
        <w:t>[</w:t>
      </w:r>
      <w:proofErr w:type="spellStart"/>
      <w:r w:rsidRPr="00023E77">
        <w:t>analyst@secOps</w:t>
      </w:r>
      <w:proofErr w:type="spellEnd"/>
      <w:r w:rsidRPr="00023E77">
        <w:t xml:space="preserve"> </w:t>
      </w:r>
      <w:proofErr w:type="gramStart"/>
      <w:r>
        <w:t>~</w:t>
      </w:r>
      <w:r w:rsidRPr="00023E77">
        <w:t>]$</w:t>
      </w:r>
      <w:proofErr w:type="gramEnd"/>
      <w:r w:rsidRPr="00023E77">
        <w:t xml:space="preserve"> </w:t>
      </w:r>
      <w:r w:rsidRPr="00023E77">
        <w:rPr>
          <w:b/>
        </w:rPr>
        <w:t>ls –l</w:t>
      </w:r>
    </w:p>
    <w:p w14:paraId="5A42541C" w14:textId="43748E42" w:rsidR="0071644F" w:rsidRPr="00023E77" w:rsidRDefault="0071644F" w:rsidP="0071644F">
      <w:pPr>
        <w:pStyle w:val="Heading4"/>
      </w:pPr>
      <w:r>
        <w:t>Question:</w:t>
      </w:r>
    </w:p>
    <w:p w14:paraId="1329AE9C" w14:textId="77777777" w:rsidR="003961D3" w:rsidRPr="0071644F" w:rsidRDefault="003961D3" w:rsidP="0071644F">
      <w:pPr>
        <w:pStyle w:val="BodyTextL50"/>
        <w:spacing w:before="0"/>
      </w:pPr>
      <w:r w:rsidRPr="0071644F">
        <w:t>How many files are displayed?</w:t>
      </w:r>
    </w:p>
    <w:p w14:paraId="411C4008" w14:textId="12DA0677" w:rsidR="003961D3" w:rsidRPr="0071644F" w:rsidRDefault="0071644F" w:rsidP="0071644F">
      <w:pPr>
        <w:pStyle w:val="AnswerLineL50"/>
      </w:pPr>
      <w:r>
        <w:t>Type your answers here.</w:t>
      </w:r>
    </w:p>
    <w:p w14:paraId="73D156EF" w14:textId="77777777" w:rsidR="003961D3" w:rsidRDefault="003961D3" w:rsidP="003961D3">
      <w:pPr>
        <w:pStyle w:val="SubStepAlpha"/>
        <w:numPr>
          <w:ilvl w:val="0"/>
          <w:numId w:val="0"/>
        </w:numPr>
        <w:ind w:left="720"/>
      </w:pPr>
      <w:r>
        <w:rPr>
          <w:rStyle w:val="AnswerGray"/>
        </w:rPr>
        <w:t xml:space="preserve">Answer may vary based on the user’s prior lab activities and interactions in the </w:t>
      </w:r>
      <w:proofErr w:type="spellStart"/>
      <w:r>
        <w:rPr>
          <w:rStyle w:val="AnswerGray"/>
        </w:rPr>
        <w:t>CyberOps</w:t>
      </w:r>
      <w:proofErr w:type="spellEnd"/>
      <w:r>
        <w:rPr>
          <w:rStyle w:val="AnswerGray"/>
        </w:rPr>
        <w:t xml:space="preserve"> Workstation VM. Make sure to also count the directories (displayed by ls in blue).</w:t>
      </w:r>
    </w:p>
    <w:p w14:paraId="4100FB78" w14:textId="77777777" w:rsidR="003961D3" w:rsidRDefault="003961D3" w:rsidP="0071644F">
      <w:pPr>
        <w:pStyle w:val="SubStepAlpha"/>
      </w:pPr>
      <w:r>
        <w:t xml:space="preserve">Use the </w:t>
      </w:r>
      <w:r w:rsidRPr="00023E77">
        <w:rPr>
          <w:b/>
        </w:rPr>
        <w:t>ls -la</w:t>
      </w:r>
      <w:r>
        <w:t xml:space="preserve"> command to display all files in the home directory of analyst, including the hidden files.</w:t>
      </w:r>
    </w:p>
    <w:p w14:paraId="5DBC131E" w14:textId="5136BE20" w:rsidR="003961D3" w:rsidRDefault="003961D3" w:rsidP="003961D3">
      <w:pPr>
        <w:pStyle w:val="CMD"/>
        <w:rPr>
          <w:b/>
        </w:rPr>
      </w:pPr>
      <w:r w:rsidRPr="00023E77">
        <w:t>[</w:t>
      </w:r>
      <w:proofErr w:type="spellStart"/>
      <w:r w:rsidRPr="00023E77">
        <w:t>analyst@secOps</w:t>
      </w:r>
      <w:proofErr w:type="spellEnd"/>
      <w:r w:rsidRPr="00023E77">
        <w:t xml:space="preserve"> </w:t>
      </w:r>
      <w:proofErr w:type="gramStart"/>
      <w:r>
        <w:t>~</w:t>
      </w:r>
      <w:r w:rsidRPr="00023E77">
        <w:t>]$</w:t>
      </w:r>
      <w:proofErr w:type="gramEnd"/>
      <w:r w:rsidRPr="00023E77">
        <w:t xml:space="preserve"> </w:t>
      </w:r>
      <w:r w:rsidRPr="00023E77">
        <w:rPr>
          <w:b/>
        </w:rPr>
        <w:t>ls –la</w:t>
      </w:r>
    </w:p>
    <w:p w14:paraId="3C28A29F" w14:textId="45384983" w:rsidR="0071644F" w:rsidRPr="00023E77" w:rsidRDefault="0071644F" w:rsidP="0071644F">
      <w:pPr>
        <w:pStyle w:val="Heading4"/>
      </w:pPr>
      <w:r>
        <w:t>Question</w:t>
      </w:r>
      <w:r w:rsidR="00CC51BD">
        <w:t>s</w:t>
      </w:r>
      <w:r>
        <w:t>:</w:t>
      </w:r>
    </w:p>
    <w:p w14:paraId="13364EA7" w14:textId="77777777" w:rsidR="003961D3" w:rsidRPr="0071644F" w:rsidRDefault="003961D3" w:rsidP="00587365">
      <w:pPr>
        <w:pStyle w:val="BodyTextL50"/>
        <w:spacing w:before="0"/>
      </w:pPr>
      <w:r w:rsidRPr="0071644F">
        <w:t>How many more files are displayed than before? Explain.</w:t>
      </w:r>
    </w:p>
    <w:p w14:paraId="25740D99" w14:textId="181B4B27" w:rsidR="003961D3" w:rsidRPr="00B41649" w:rsidRDefault="00B41649" w:rsidP="00B41649">
      <w:pPr>
        <w:pStyle w:val="AnswerLineL50"/>
        <w:rPr>
          <w:rStyle w:val="AnswerGray"/>
          <w:b/>
          <w:shd w:val="clear" w:color="auto" w:fill="auto"/>
        </w:rPr>
      </w:pPr>
      <w:r w:rsidRPr="00B41649">
        <w:rPr>
          <w:rStyle w:val="AnswerGray"/>
          <w:b/>
          <w:shd w:val="clear" w:color="auto" w:fill="auto"/>
        </w:rPr>
        <w:t>Type your answers here.</w:t>
      </w:r>
    </w:p>
    <w:p w14:paraId="703A7182" w14:textId="77777777" w:rsidR="003961D3" w:rsidRDefault="003961D3" w:rsidP="003961D3">
      <w:pPr>
        <w:pStyle w:val="BodyTextL50"/>
      </w:pPr>
      <w:r>
        <w:rPr>
          <w:rStyle w:val="AnswerGray"/>
        </w:rPr>
        <w:t>Many more as ls -la displays, in addition to regular files, all the hidden files in folder.</w:t>
      </w:r>
    </w:p>
    <w:p w14:paraId="0D217AA5" w14:textId="77777777" w:rsidR="003961D3" w:rsidRPr="00CC51BD" w:rsidRDefault="003961D3" w:rsidP="00CC51BD">
      <w:pPr>
        <w:pStyle w:val="BodyTextL50"/>
        <w:rPr>
          <w:rStyle w:val="AnswerGray"/>
          <w:b w:val="0"/>
          <w:shd w:val="clear" w:color="auto" w:fill="auto"/>
        </w:rPr>
      </w:pPr>
      <w:r w:rsidRPr="00CC51BD">
        <w:rPr>
          <w:rStyle w:val="AnswerGray"/>
          <w:b w:val="0"/>
          <w:shd w:val="clear" w:color="auto" w:fill="auto"/>
        </w:rPr>
        <w:t xml:space="preserve">Is it possible to hide entire directories by adding a dot before its name as well? Are there any directories in the output of </w:t>
      </w:r>
      <w:r w:rsidRPr="00CC51BD">
        <w:rPr>
          <w:b/>
          <w:bCs/>
        </w:rPr>
        <w:t>ls -la</w:t>
      </w:r>
      <w:r w:rsidRPr="00CC51BD">
        <w:rPr>
          <w:rStyle w:val="AnswerGray"/>
          <w:b w:val="0"/>
          <w:shd w:val="clear" w:color="auto" w:fill="auto"/>
        </w:rPr>
        <w:t xml:space="preserve"> above?</w:t>
      </w:r>
    </w:p>
    <w:p w14:paraId="586ACD81" w14:textId="61B4E486" w:rsidR="003961D3" w:rsidRPr="00CC51BD" w:rsidRDefault="00CC51BD" w:rsidP="00CC51BD">
      <w:pPr>
        <w:pStyle w:val="AnswerLineL50"/>
      </w:pPr>
      <w:r w:rsidRPr="00CC51BD">
        <w:t>Type your answers here.</w:t>
      </w:r>
    </w:p>
    <w:p w14:paraId="145AA53C" w14:textId="77777777" w:rsidR="003961D3" w:rsidRDefault="003961D3" w:rsidP="003961D3">
      <w:pPr>
        <w:pStyle w:val="BodyTextL50"/>
        <w:rPr>
          <w:rStyle w:val="AnswerGray"/>
        </w:rPr>
      </w:pPr>
      <w:r>
        <w:rPr>
          <w:rStyle w:val="AnswerGray"/>
        </w:rPr>
        <w:t>Yes, there are many hidden directories in the output.</w:t>
      </w:r>
    </w:p>
    <w:p w14:paraId="74819A54" w14:textId="77777777" w:rsidR="003961D3" w:rsidRPr="00CC51BD" w:rsidRDefault="003961D3" w:rsidP="00CC51BD">
      <w:pPr>
        <w:pStyle w:val="BodyTextL50"/>
      </w:pPr>
      <w:r w:rsidRPr="00CC51BD">
        <w:lastRenderedPageBreak/>
        <w:t xml:space="preserve">Give three examples of hidden files shown in the output of </w:t>
      </w:r>
      <w:r w:rsidRPr="00CC51BD">
        <w:rPr>
          <w:b/>
          <w:bCs/>
        </w:rPr>
        <w:t>ls -la</w:t>
      </w:r>
      <w:r w:rsidRPr="00CC51BD">
        <w:t xml:space="preserve"> above.</w:t>
      </w:r>
    </w:p>
    <w:p w14:paraId="2B0A76D0" w14:textId="69AA4C26" w:rsidR="003961D3" w:rsidRPr="00CC51BD" w:rsidRDefault="00CC51BD" w:rsidP="00CC51BD">
      <w:pPr>
        <w:pStyle w:val="AnswerLineL50"/>
      </w:pPr>
      <w:r>
        <w:t>Type your answers here.</w:t>
      </w:r>
    </w:p>
    <w:p w14:paraId="4B7CCB6D" w14:textId="77777777" w:rsidR="003961D3" w:rsidRDefault="003961D3" w:rsidP="003961D3">
      <w:pPr>
        <w:pStyle w:val="BodyTextL50"/>
      </w:pPr>
      <w:r>
        <w:rPr>
          <w:rStyle w:val="AnswerGray"/>
        </w:rPr>
        <w:t>.config, .</w:t>
      </w:r>
      <w:proofErr w:type="spellStart"/>
      <w:r>
        <w:rPr>
          <w:rStyle w:val="AnswerGray"/>
        </w:rPr>
        <w:t>bash_history</w:t>
      </w:r>
      <w:proofErr w:type="spellEnd"/>
      <w:r>
        <w:rPr>
          <w:rStyle w:val="AnswerGray"/>
        </w:rPr>
        <w:t>, .</w:t>
      </w:r>
      <w:proofErr w:type="spellStart"/>
      <w:r>
        <w:rPr>
          <w:rStyle w:val="AnswerGray"/>
        </w:rPr>
        <w:t>xinitrc</w:t>
      </w:r>
      <w:proofErr w:type="spellEnd"/>
    </w:p>
    <w:p w14:paraId="0D94E17A" w14:textId="77777777" w:rsidR="003961D3" w:rsidRDefault="003961D3" w:rsidP="00CC51BD">
      <w:pPr>
        <w:pStyle w:val="SubStepAlpha"/>
      </w:pPr>
      <w:r>
        <w:t xml:space="preserve">Type the </w:t>
      </w:r>
      <w:r w:rsidRPr="00374808">
        <w:rPr>
          <w:b/>
        </w:rPr>
        <w:t>man ls</w:t>
      </w:r>
      <w:r>
        <w:t xml:space="preserve"> command at the prompt to learn more about the </w:t>
      </w:r>
      <w:r w:rsidRPr="00873D95">
        <w:rPr>
          <w:b/>
        </w:rPr>
        <w:t>ls</w:t>
      </w:r>
      <w:r>
        <w:t xml:space="preserve"> command.</w:t>
      </w:r>
    </w:p>
    <w:p w14:paraId="239AC6BC" w14:textId="77777777" w:rsidR="003961D3" w:rsidRPr="00023E77" w:rsidRDefault="003961D3" w:rsidP="003961D3">
      <w:pPr>
        <w:pStyle w:val="CMD"/>
      </w:pPr>
      <w:r>
        <w:t>[</w:t>
      </w:r>
      <w:proofErr w:type="spellStart"/>
      <w:r>
        <w:t>analyst@secOps</w:t>
      </w:r>
      <w:proofErr w:type="spellEnd"/>
      <w:r>
        <w:t xml:space="preserve"> </w:t>
      </w:r>
      <w:proofErr w:type="gramStart"/>
      <w:r>
        <w:t>~</w:t>
      </w:r>
      <w:r w:rsidRPr="00023E77">
        <w:t>]$</w:t>
      </w:r>
      <w:proofErr w:type="gramEnd"/>
      <w:r w:rsidRPr="00023E77">
        <w:t xml:space="preserve"> </w:t>
      </w:r>
      <w:r w:rsidRPr="00023E77">
        <w:rPr>
          <w:b/>
        </w:rPr>
        <w:t>man ls</w:t>
      </w:r>
    </w:p>
    <w:p w14:paraId="03C6E3BB" w14:textId="77777777" w:rsidR="003961D3" w:rsidRPr="00BD21B4" w:rsidRDefault="003961D3" w:rsidP="00CC51BD">
      <w:pPr>
        <w:pStyle w:val="SubStepAlpha"/>
      </w:pPr>
      <w:r>
        <w:t xml:space="preserve">Use the down arrow key (one line at a time) or the space bar (one page at a time) to scroll down the page and locate the </w:t>
      </w:r>
      <w:r w:rsidRPr="006F5AF5">
        <w:rPr>
          <w:b/>
        </w:rPr>
        <w:t>-a</w:t>
      </w:r>
      <w:r>
        <w:t xml:space="preserve"> option used above and read its description to familiarize yourself with the </w:t>
      </w:r>
      <w:r w:rsidRPr="00023E77">
        <w:rPr>
          <w:b/>
        </w:rPr>
        <w:t>ls -a</w:t>
      </w:r>
      <w:r>
        <w:t xml:space="preserve"> command.</w:t>
      </w:r>
    </w:p>
    <w:p w14:paraId="001B30B7" w14:textId="77777777" w:rsidR="003961D3" w:rsidRDefault="003961D3" w:rsidP="003961D3">
      <w:pPr>
        <w:pStyle w:val="Heading2"/>
      </w:pPr>
      <w:r>
        <w:t>Copying, Deleting, and Moving Files</w:t>
      </w:r>
    </w:p>
    <w:p w14:paraId="2E287D4D" w14:textId="77777777" w:rsidR="003961D3" w:rsidRPr="00063175" w:rsidRDefault="003961D3" w:rsidP="003961D3">
      <w:pPr>
        <w:pStyle w:val="Heading3"/>
      </w:pPr>
      <w:r>
        <w:t>Copying Files</w:t>
      </w:r>
    </w:p>
    <w:p w14:paraId="625BBBE1" w14:textId="77777777" w:rsidR="003961D3" w:rsidRDefault="003961D3" w:rsidP="00CC51BD">
      <w:pPr>
        <w:pStyle w:val="SubStepAlpha"/>
      </w:pPr>
      <w:r>
        <w:t xml:space="preserve">The </w:t>
      </w:r>
      <w:r w:rsidRPr="00023E77">
        <w:rPr>
          <w:b/>
        </w:rPr>
        <w:t>cp</w:t>
      </w:r>
      <w:r>
        <w:t xml:space="preserve"> command is used to copy files around the local file system. When using </w:t>
      </w:r>
      <w:r w:rsidRPr="00023E77">
        <w:rPr>
          <w:b/>
        </w:rPr>
        <w:t>cp</w:t>
      </w:r>
      <w:r w:rsidRPr="00023E77">
        <w:t>,</w:t>
      </w:r>
      <w:r>
        <w:t xml:space="preserve"> a new copy of the file is created and placed in the specified location, leaving the original file intact. The first parameter is the source file and the second is the destination. Issue the command below to </w:t>
      </w:r>
      <w:r w:rsidRPr="00D05582">
        <w:t xml:space="preserve">copy </w:t>
      </w:r>
      <w:r w:rsidRPr="006712E2">
        <w:rPr>
          <w:b/>
        </w:rPr>
        <w:t>some_text_file.txt</w:t>
      </w:r>
      <w:r>
        <w:t xml:space="preserve"> from the home directory to the </w:t>
      </w:r>
      <w:r w:rsidRPr="006712E2">
        <w:rPr>
          <w:b/>
        </w:rPr>
        <w:t>cyops_folder2</w:t>
      </w:r>
      <w:r>
        <w:rPr>
          <w:b/>
        </w:rPr>
        <w:t xml:space="preserve"> </w:t>
      </w:r>
      <w:r>
        <w:t>folder:</w:t>
      </w:r>
    </w:p>
    <w:p w14:paraId="744384D8" w14:textId="77777777" w:rsidR="003961D3" w:rsidRPr="00023E77" w:rsidRDefault="003961D3" w:rsidP="003961D3">
      <w:pPr>
        <w:pStyle w:val="CMD"/>
      </w:pPr>
      <w:r w:rsidRPr="00023E77">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023E77">
        <w:rPr>
          <w:b/>
        </w:rPr>
        <w:t>cp some_text_file.txt cyops_folder2/</w:t>
      </w:r>
    </w:p>
    <w:p w14:paraId="5FCDB057" w14:textId="70F2E87F" w:rsidR="004042C1" w:rsidRDefault="003961D3" w:rsidP="004042C1">
      <w:pPr>
        <w:pStyle w:val="BodyTextL50"/>
        <w:spacing w:after="0"/>
        <w:rPr>
          <w:rStyle w:val="AnswerGray"/>
          <w:b w:val="0"/>
          <w:shd w:val="clear" w:color="auto" w:fill="auto"/>
        </w:rPr>
      </w:pPr>
      <w:r w:rsidRPr="00CC51BD">
        <w:rPr>
          <w:rStyle w:val="AnswerGray"/>
          <w:b w:val="0"/>
          <w:shd w:val="clear" w:color="auto" w:fill="auto"/>
        </w:rPr>
        <w:t>Identify the parameters in the</w:t>
      </w:r>
      <w:r w:rsidRPr="00CC51BD">
        <w:t xml:space="preserve"> </w:t>
      </w:r>
      <w:r w:rsidRPr="00CC51BD">
        <w:rPr>
          <w:b/>
          <w:bCs/>
        </w:rPr>
        <w:t>cp</w:t>
      </w:r>
      <w:r w:rsidRPr="00CC51BD">
        <w:rPr>
          <w:rStyle w:val="AnswerGray"/>
          <w:b w:val="0"/>
          <w:shd w:val="clear" w:color="auto" w:fill="auto"/>
        </w:rPr>
        <w:t xml:space="preserve"> command above.</w:t>
      </w:r>
    </w:p>
    <w:p w14:paraId="31CE49BF" w14:textId="20C11607" w:rsidR="004042C1" w:rsidRPr="004B5A1D" w:rsidRDefault="004042C1" w:rsidP="004B5A1D">
      <w:pPr>
        <w:pStyle w:val="Heading4"/>
        <w:rPr>
          <w:rStyle w:val="AnswerGray"/>
          <w:b w:val="0"/>
          <w:sz w:val="6"/>
          <w:shd w:val="clear" w:color="auto" w:fill="auto"/>
        </w:rPr>
      </w:pPr>
      <w:r w:rsidRPr="004B5A1D">
        <w:rPr>
          <w:rStyle w:val="AnswerGray"/>
          <w:b w:val="0"/>
          <w:sz w:val="6"/>
          <w:shd w:val="clear" w:color="auto" w:fill="auto"/>
        </w:rPr>
        <w:t>Question:</w:t>
      </w:r>
    </w:p>
    <w:p w14:paraId="5D4C5810" w14:textId="5E1ED491" w:rsidR="003961D3" w:rsidRPr="00CC51BD" w:rsidRDefault="003961D3" w:rsidP="004042C1">
      <w:pPr>
        <w:pStyle w:val="BodyTextL50"/>
        <w:spacing w:before="0"/>
        <w:rPr>
          <w:rStyle w:val="AnswerGray"/>
          <w:b w:val="0"/>
          <w:shd w:val="clear" w:color="auto" w:fill="auto"/>
        </w:rPr>
      </w:pPr>
      <w:r w:rsidRPr="00CC51BD">
        <w:rPr>
          <w:rStyle w:val="AnswerGray"/>
          <w:b w:val="0"/>
          <w:shd w:val="clear" w:color="auto" w:fill="auto"/>
        </w:rPr>
        <w:t xml:space="preserve">What are the source and destination files? (use full paths to represent the parameters) </w:t>
      </w:r>
    </w:p>
    <w:p w14:paraId="54DB58EB" w14:textId="532F14E8" w:rsidR="003961D3" w:rsidRPr="00CC51BD" w:rsidRDefault="00CC51BD" w:rsidP="00CC51BD">
      <w:pPr>
        <w:pStyle w:val="AnswerLineL50"/>
      </w:pPr>
      <w:r w:rsidRPr="00CC51BD">
        <w:t>Type your answers here.</w:t>
      </w:r>
    </w:p>
    <w:p w14:paraId="7DEF19EA" w14:textId="77777777" w:rsidR="003961D3" w:rsidRDefault="003961D3" w:rsidP="003961D3">
      <w:pPr>
        <w:pStyle w:val="BodyTextL50"/>
      </w:pPr>
      <w:r>
        <w:rPr>
          <w:rStyle w:val="AnswerGray"/>
        </w:rPr>
        <w:t xml:space="preserve">Source: </w:t>
      </w:r>
      <w:r w:rsidRPr="000216CA">
        <w:rPr>
          <w:rStyle w:val="AnswerGray"/>
        </w:rPr>
        <w:t>/home/analyst/some_text_file.txt</w:t>
      </w:r>
      <w:r>
        <w:rPr>
          <w:rStyle w:val="AnswerGray"/>
        </w:rPr>
        <w:t xml:space="preserve">. Destination: </w:t>
      </w:r>
      <w:r w:rsidRPr="000216CA">
        <w:rPr>
          <w:rStyle w:val="AnswerGray"/>
        </w:rPr>
        <w:t>/home/analyst/cyops_folder2/some_text_file.txt</w:t>
      </w:r>
    </w:p>
    <w:p w14:paraId="58C23173" w14:textId="77777777" w:rsidR="003961D3" w:rsidRPr="007417D8" w:rsidRDefault="003961D3" w:rsidP="00CC51BD">
      <w:pPr>
        <w:pStyle w:val="SubStepAlpha"/>
      </w:pPr>
      <w:r>
        <w:t>Use the</w:t>
      </w:r>
      <w:r w:rsidRPr="00023E77">
        <w:t xml:space="preserve"> </w:t>
      </w:r>
      <w:r w:rsidRPr="00023E77">
        <w:rPr>
          <w:b/>
        </w:rPr>
        <w:t>ls</w:t>
      </w:r>
      <w:r w:rsidRPr="00023E77">
        <w:t xml:space="preserve"> </w:t>
      </w:r>
      <w:r>
        <w:t xml:space="preserve">command to verify that </w:t>
      </w:r>
      <w:r>
        <w:rPr>
          <w:b/>
        </w:rPr>
        <w:t xml:space="preserve">some_text_file.txt </w:t>
      </w:r>
      <w:r>
        <w:t xml:space="preserve">is now in </w:t>
      </w:r>
      <w:r>
        <w:rPr>
          <w:b/>
        </w:rPr>
        <w:t>cyops_folder2:</w:t>
      </w:r>
    </w:p>
    <w:p w14:paraId="2CEFE3F7" w14:textId="77777777" w:rsidR="003961D3" w:rsidRPr="00023E77" w:rsidRDefault="003961D3" w:rsidP="003961D3">
      <w:pPr>
        <w:pStyle w:val="CMD"/>
      </w:pPr>
      <w:r w:rsidRPr="00023E77">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023E77">
        <w:rPr>
          <w:b/>
        </w:rPr>
        <w:t>ls cyops_folder2/</w:t>
      </w:r>
    </w:p>
    <w:p w14:paraId="0A0956BF" w14:textId="77777777" w:rsidR="003961D3" w:rsidRPr="00023E77" w:rsidRDefault="003961D3" w:rsidP="003961D3">
      <w:pPr>
        <w:pStyle w:val="CMD"/>
      </w:pPr>
      <w:r w:rsidRPr="00023E77">
        <w:t>some_text_file.txt</w:t>
      </w:r>
    </w:p>
    <w:p w14:paraId="235192F6" w14:textId="77777777" w:rsidR="003961D3" w:rsidRDefault="003961D3" w:rsidP="00CC51BD">
      <w:pPr>
        <w:pStyle w:val="SubStepAlpha"/>
      </w:pPr>
      <w:r>
        <w:t xml:space="preserve">Use the </w:t>
      </w:r>
      <w:r w:rsidRPr="00023E77">
        <w:rPr>
          <w:b/>
        </w:rPr>
        <w:t>ls</w:t>
      </w:r>
      <w:r>
        <w:t xml:space="preserve"> command to verify that </w:t>
      </w:r>
      <w:r>
        <w:rPr>
          <w:b/>
        </w:rPr>
        <w:t xml:space="preserve">some_text_file.txt </w:t>
      </w:r>
      <w:r>
        <w:t>is also in the home directory:</w:t>
      </w:r>
    </w:p>
    <w:p w14:paraId="0B7FBC57" w14:textId="77777777" w:rsidR="003961D3" w:rsidRPr="00023E77" w:rsidRDefault="003961D3" w:rsidP="003961D3">
      <w:pPr>
        <w:pStyle w:val="CMD"/>
      </w:pPr>
      <w:r w:rsidRPr="00023E77">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023E77">
        <w:rPr>
          <w:b/>
        </w:rPr>
        <w:t>ls -l</w:t>
      </w:r>
    </w:p>
    <w:p w14:paraId="3E690855" w14:textId="77777777" w:rsidR="003961D3" w:rsidRDefault="003961D3" w:rsidP="003961D3">
      <w:pPr>
        <w:pStyle w:val="CMD"/>
      </w:pPr>
      <w:r>
        <w:t>total 36</w:t>
      </w:r>
    </w:p>
    <w:p w14:paraId="5E717D98"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Aug 16 15:01 cyops_folder1</w:t>
      </w:r>
    </w:p>
    <w:p w14:paraId="42EC0C75"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Aug 16 15:11 cyops_folder2</w:t>
      </w:r>
    </w:p>
    <w:p w14:paraId="74A6AEFB" w14:textId="77777777" w:rsidR="003961D3" w:rsidRDefault="003961D3" w:rsidP="003961D3">
      <w:pPr>
        <w:pStyle w:val="CMD"/>
      </w:pPr>
      <w:proofErr w:type="spellStart"/>
      <w:r>
        <w:t>drwxr</w:t>
      </w:r>
      <w:proofErr w:type="spellEnd"/>
      <w:r>
        <w:t>-</w:t>
      </w:r>
      <w:proofErr w:type="spellStart"/>
      <w:r>
        <w:t>xr-x</w:t>
      </w:r>
      <w:proofErr w:type="spellEnd"/>
      <w:r>
        <w:t xml:space="preserve"> 3 analyst </w:t>
      </w:r>
      <w:proofErr w:type="spellStart"/>
      <w:r>
        <w:t>analyst</w:t>
      </w:r>
      <w:proofErr w:type="spellEnd"/>
      <w:r>
        <w:t xml:space="preserve"> 4096 Aug 16 15:04 cyops_folder3</w:t>
      </w:r>
    </w:p>
    <w:p w14:paraId="3993C227"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w:t>
      </w:r>
      <w:proofErr w:type="gramStart"/>
      <w:r>
        <w:t>26  2014</w:t>
      </w:r>
      <w:proofErr w:type="gramEnd"/>
      <w:r>
        <w:t xml:space="preserve"> Desktop</w:t>
      </w:r>
    </w:p>
    <w:p w14:paraId="748C2C74" w14:textId="77777777" w:rsidR="003961D3" w:rsidRDefault="003961D3" w:rsidP="003961D3">
      <w:pPr>
        <w:pStyle w:val="CMD"/>
      </w:pPr>
      <w:proofErr w:type="spellStart"/>
      <w:r>
        <w:t>drwx</w:t>
      </w:r>
      <w:proofErr w:type="spellEnd"/>
      <w:r>
        <w:t xml:space="preserve">------ 3 analyst </w:t>
      </w:r>
      <w:proofErr w:type="spellStart"/>
      <w:r>
        <w:t>analyst</w:t>
      </w:r>
      <w:proofErr w:type="spellEnd"/>
      <w:r>
        <w:t xml:space="preserve"> 4096 Jul 14 11:28 Downloads</w:t>
      </w:r>
    </w:p>
    <w:p w14:paraId="4092599F" w14:textId="77777777" w:rsidR="003961D3" w:rsidRDefault="003961D3" w:rsidP="003961D3">
      <w:pPr>
        <w:pStyle w:val="CMD"/>
      </w:pPr>
      <w:proofErr w:type="spellStart"/>
      <w:r>
        <w:t>drwxr</w:t>
      </w:r>
      <w:proofErr w:type="spellEnd"/>
      <w:r>
        <w:t>-</w:t>
      </w:r>
      <w:proofErr w:type="spellStart"/>
      <w:r>
        <w:t>xr-x</w:t>
      </w:r>
      <w:proofErr w:type="spellEnd"/>
      <w:r>
        <w:t xml:space="preserve"> 8 analyst </w:t>
      </w:r>
      <w:proofErr w:type="spellStart"/>
      <w:r>
        <w:t>analyst</w:t>
      </w:r>
      <w:proofErr w:type="spellEnd"/>
      <w:r>
        <w:t xml:space="preserve"> 4096 Jul 25 16:27 </w:t>
      </w:r>
      <w:proofErr w:type="spellStart"/>
      <w:proofErr w:type="gramStart"/>
      <w:r>
        <w:t>lab.support</w:t>
      </w:r>
      <w:proofErr w:type="gramEnd"/>
      <w:r>
        <w:t>.files</w:t>
      </w:r>
      <w:proofErr w:type="spellEnd"/>
    </w:p>
    <w:p w14:paraId="49850FCA"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w:t>
      </w:r>
      <w:proofErr w:type="gramStart"/>
      <w:r>
        <w:t>Mar  3</w:t>
      </w:r>
      <w:proofErr w:type="gramEnd"/>
      <w:r>
        <w:t xml:space="preserve"> 15:56 </w:t>
      </w:r>
      <w:proofErr w:type="spellStart"/>
      <w:r>
        <w:t>second_drive</w:t>
      </w:r>
      <w:proofErr w:type="spellEnd"/>
    </w:p>
    <w:p w14:paraId="10BB88DC" w14:textId="77777777" w:rsidR="003961D3" w:rsidRDefault="003961D3" w:rsidP="003961D3">
      <w:pPr>
        <w:pStyle w:val="CMD"/>
      </w:pPr>
      <w:r w:rsidRPr="00494B76">
        <w:rPr>
          <w:highlight w:val="yellow"/>
        </w:rPr>
        <w:t>-</w:t>
      </w:r>
      <w:proofErr w:type="spellStart"/>
      <w:r w:rsidRPr="00494B76">
        <w:rPr>
          <w:highlight w:val="yellow"/>
        </w:rPr>
        <w:t>rw</w:t>
      </w:r>
      <w:proofErr w:type="spellEnd"/>
      <w:r w:rsidRPr="00494B76">
        <w:rPr>
          <w:highlight w:val="yellow"/>
        </w:rPr>
        <w:t xml:space="preserve">-r--r-- 1 analyst </w:t>
      </w:r>
      <w:proofErr w:type="spellStart"/>
      <w:proofErr w:type="gramStart"/>
      <w:r w:rsidRPr="00494B76">
        <w:rPr>
          <w:highlight w:val="yellow"/>
        </w:rPr>
        <w:t>analyst</w:t>
      </w:r>
      <w:proofErr w:type="spellEnd"/>
      <w:r w:rsidRPr="00494B76">
        <w:rPr>
          <w:highlight w:val="yellow"/>
        </w:rPr>
        <w:t xml:space="preserve">  142</w:t>
      </w:r>
      <w:proofErr w:type="gramEnd"/>
      <w:r w:rsidRPr="00494B76">
        <w:rPr>
          <w:highlight w:val="yellow"/>
        </w:rPr>
        <w:t xml:space="preserve"> Aug 16 15:09 some_text_file.txt</w:t>
      </w:r>
    </w:p>
    <w:p w14:paraId="057E168C" w14:textId="77777777" w:rsidR="003961D3" w:rsidRPr="00023E77" w:rsidRDefault="003961D3" w:rsidP="003961D3">
      <w:pPr>
        <w:pStyle w:val="CMD"/>
      </w:pPr>
      <w:r>
        <w:t>-</w:t>
      </w:r>
      <w:proofErr w:type="spellStart"/>
      <w:r>
        <w:t>rw</w:t>
      </w:r>
      <w:proofErr w:type="spellEnd"/>
      <w:r>
        <w:t xml:space="preserve">-r--r-- 1 analyst </w:t>
      </w:r>
      <w:proofErr w:type="spellStart"/>
      <w:proofErr w:type="gramStart"/>
      <w:r>
        <w:t>analyst</w:t>
      </w:r>
      <w:proofErr w:type="spellEnd"/>
      <w:r>
        <w:t xml:space="preserve">  254</w:t>
      </w:r>
      <w:proofErr w:type="gramEnd"/>
      <w:r>
        <w:t xml:space="preserve"> Aug 16 13:38 space.txt</w:t>
      </w:r>
    </w:p>
    <w:p w14:paraId="5133BC4B" w14:textId="77777777" w:rsidR="003961D3" w:rsidRDefault="003961D3" w:rsidP="003961D3">
      <w:pPr>
        <w:pStyle w:val="Heading3"/>
      </w:pPr>
      <w:r>
        <w:t>Deleting Files and Directories</w:t>
      </w:r>
    </w:p>
    <w:p w14:paraId="48CB755E" w14:textId="77777777" w:rsidR="003961D3" w:rsidRDefault="003961D3" w:rsidP="00CC51BD">
      <w:pPr>
        <w:pStyle w:val="SubStepAlpha"/>
      </w:pPr>
      <w:r>
        <w:t>Use the</w:t>
      </w:r>
      <w:r w:rsidRPr="00023E77">
        <w:t xml:space="preserve"> </w:t>
      </w:r>
      <w:r w:rsidRPr="00023E77">
        <w:rPr>
          <w:b/>
        </w:rPr>
        <w:t>rm</w:t>
      </w:r>
      <w:r w:rsidRPr="00023E77">
        <w:t xml:space="preserve"> </w:t>
      </w:r>
      <w:r w:rsidRPr="00063175">
        <w:t>command</w:t>
      </w:r>
      <w:r>
        <w:rPr>
          <w:b/>
        </w:rPr>
        <w:t xml:space="preserve"> </w:t>
      </w:r>
      <w:r>
        <w:t xml:space="preserve">to remove files. Issue the command below to remove the file </w:t>
      </w:r>
      <w:r w:rsidRPr="00063175">
        <w:rPr>
          <w:b/>
        </w:rPr>
        <w:t>some_text_file.txt</w:t>
      </w:r>
      <w:r>
        <w:t xml:space="preserve"> from the home directory. The </w:t>
      </w:r>
      <w:r w:rsidRPr="008D5ADC">
        <w:rPr>
          <w:rFonts w:ascii="Courier New" w:hAnsi="Courier New" w:cs="Courier New"/>
          <w:b/>
        </w:rPr>
        <w:t>ls</w:t>
      </w:r>
      <w:r>
        <w:t xml:space="preserve"> command is then used to show that the file </w:t>
      </w:r>
      <w:r w:rsidRPr="008D5ADC">
        <w:rPr>
          <w:b/>
        </w:rPr>
        <w:t>some_text_file.txt</w:t>
      </w:r>
      <w:r>
        <w:t xml:space="preserve"> has been removed from the home directory:</w:t>
      </w:r>
    </w:p>
    <w:p w14:paraId="4062751C" w14:textId="77777777" w:rsidR="003961D3" w:rsidRPr="00023E77" w:rsidRDefault="003961D3" w:rsidP="003961D3">
      <w:pPr>
        <w:pStyle w:val="CMD"/>
      </w:pPr>
      <w:r w:rsidRPr="00023E77">
        <w:lastRenderedPageBreak/>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AC6F47">
        <w:rPr>
          <w:b/>
        </w:rPr>
        <w:t>rm some_text_file.txt</w:t>
      </w:r>
    </w:p>
    <w:p w14:paraId="1C338479" w14:textId="77777777" w:rsidR="003961D3" w:rsidRPr="00023E77" w:rsidRDefault="003961D3" w:rsidP="003961D3">
      <w:pPr>
        <w:pStyle w:val="CMD"/>
      </w:pPr>
      <w:r w:rsidRPr="00023E77">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023E77">
        <w:rPr>
          <w:b/>
        </w:rPr>
        <w:t>ls -l</w:t>
      </w:r>
    </w:p>
    <w:p w14:paraId="7F6DCC80" w14:textId="77777777" w:rsidR="003961D3" w:rsidRDefault="003961D3" w:rsidP="003961D3">
      <w:pPr>
        <w:pStyle w:val="CMD"/>
      </w:pPr>
      <w:r>
        <w:t>total 32</w:t>
      </w:r>
    </w:p>
    <w:p w14:paraId="324B53B2"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Aug 16 15:01 cyops_folder1</w:t>
      </w:r>
    </w:p>
    <w:p w14:paraId="0ED69D9F"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Aug 16 15:11 cyops_folder2</w:t>
      </w:r>
    </w:p>
    <w:p w14:paraId="5A699AF3" w14:textId="77777777" w:rsidR="003961D3" w:rsidRDefault="003961D3" w:rsidP="003961D3">
      <w:pPr>
        <w:pStyle w:val="CMD"/>
      </w:pPr>
      <w:proofErr w:type="spellStart"/>
      <w:r>
        <w:t>drwxr</w:t>
      </w:r>
      <w:proofErr w:type="spellEnd"/>
      <w:r>
        <w:t>-</w:t>
      </w:r>
      <w:proofErr w:type="spellStart"/>
      <w:r>
        <w:t>xr-x</w:t>
      </w:r>
      <w:proofErr w:type="spellEnd"/>
      <w:r>
        <w:t xml:space="preserve"> 3 analyst </w:t>
      </w:r>
      <w:proofErr w:type="spellStart"/>
      <w:r>
        <w:t>analyst</w:t>
      </w:r>
      <w:proofErr w:type="spellEnd"/>
      <w:r>
        <w:t xml:space="preserve"> 4096 Aug 16 15:04 cyops_folder3</w:t>
      </w:r>
    </w:p>
    <w:p w14:paraId="206A5357"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w:t>
      </w:r>
      <w:proofErr w:type="gramStart"/>
      <w:r>
        <w:t>26  2014</w:t>
      </w:r>
      <w:proofErr w:type="gramEnd"/>
      <w:r>
        <w:t xml:space="preserve"> Desktop</w:t>
      </w:r>
    </w:p>
    <w:p w14:paraId="2A0BFC23" w14:textId="77777777" w:rsidR="003961D3" w:rsidRDefault="003961D3" w:rsidP="003961D3">
      <w:pPr>
        <w:pStyle w:val="CMD"/>
      </w:pPr>
      <w:proofErr w:type="spellStart"/>
      <w:r>
        <w:t>drwx</w:t>
      </w:r>
      <w:proofErr w:type="spellEnd"/>
      <w:r>
        <w:t xml:space="preserve">------ 3 analyst </w:t>
      </w:r>
      <w:proofErr w:type="spellStart"/>
      <w:r>
        <w:t>analyst</w:t>
      </w:r>
      <w:proofErr w:type="spellEnd"/>
      <w:r>
        <w:t xml:space="preserve"> 4096 Jul 14 11:28 Downloads</w:t>
      </w:r>
    </w:p>
    <w:p w14:paraId="28D481CA" w14:textId="77777777" w:rsidR="003961D3" w:rsidRDefault="003961D3" w:rsidP="003961D3">
      <w:pPr>
        <w:pStyle w:val="CMD"/>
      </w:pPr>
      <w:proofErr w:type="spellStart"/>
      <w:r>
        <w:t>drwxr</w:t>
      </w:r>
      <w:proofErr w:type="spellEnd"/>
      <w:r>
        <w:t>-</w:t>
      </w:r>
      <w:proofErr w:type="spellStart"/>
      <w:r>
        <w:t>xr-x</w:t>
      </w:r>
      <w:proofErr w:type="spellEnd"/>
      <w:r>
        <w:t xml:space="preserve"> 8 analyst </w:t>
      </w:r>
      <w:proofErr w:type="spellStart"/>
      <w:r>
        <w:t>analyst</w:t>
      </w:r>
      <w:proofErr w:type="spellEnd"/>
      <w:r>
        <w:t xml:space="preserve"> 4096 Jul 25 16:27 </w:t>
      </w:r>
      <w:proofErr w:type="spellStart"/>
      <w:proofErr w:type="gramStart"/>
      <w:r>
        <w:t>lab.support</w:t>
      </w:r>
      <w:proofErr w:type="gramEnd"/>
      <w:r>
        <w:t>.files</w:t>
      </w:r>
      <w:proofErr w:type="spellEnd"/>
    </w:p>
    <w:p w14:paraId="7B83E943"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w:t>
      </w:r>
      <w:proofErr w:type="gramStart"/>
      <w:r>
        <w:t>Mar  3</w:t>
      </w:r>
      <w:proofErr w:type="gramEnd"/>
      <w:r>
        <w:t xml:space="preserve"> 15:56 </w:t>
      </w:r>
      <w:proofErr w:type="spellStart"/>
      <w:r>
        <w:t>second_drive</w:t>
      </w:r>
      <w:proofErr w:type="spellEnd"/>
    </w:p>
    <w:p w14:paraId="0E98A91A" w14:textId="77777777" w:rsidR="003961D3" w:rsidRPr="00023E77" w:rsidRDefault="003961D3" w:rsidP="003961D3">
      <w:pPr>
        <w:pStyle w:val="CMD"/>
      </w:pPr>
      <w:r>
        <w:t>-</w:t>
      </w:r>
      <w:proofErr w:type="spellStart"/>
      <w:r>
        <w:t>rw</w:t>
      </w:r>
      <w:proofErr w:type="spellEnd"/>
      <w:r>
        <w:t xml:space="preserve">-r--r-- 1 analyst </w:t>
      </w:r>
      <w:proofErr w:type="spellStart"/>
      <w:proofErr w:type="gramStart"/>
      <w:r>
        <w:t>analyst</w:t>
      </w:r>
      <w:proofErr w:type="spellEnd"/>
      <w:r>
        <w:t xml:space="preserve">  254</w:t>
      </w:r>
      <w:proofErr w:type="gramEnd"/>
      <w:r>
        <w:t xml:space="preserve"> Aug 16 13:38 space.txt</w:t>
      </w:r>
    </w:p>
    <w:p w14:paraId="119C045E" w14:textId="77777777" w:rsidR="003961D3" w:rsidRDefault="003961D3" w:rsidP="00CC51BD">
      <w:pPr>
        <w:pStyle w:val="SubStepAlpha"/>
      </w:pPr>
      <w:r>
        <w:t xml:space="preserve">In Linux, directories </w:t>
      </w:r>
      <w:proofErr w:type="gramStart"/>
      <w:r>
        <w:t>are seen as</w:t>
      </w:r>
      <w:proofErr w:type="gramEnd"/>
      <w:r>
        <w:t xml:space="preserve"> a type of file. As such, the </w:t>
      </w:r>
      <w:r w:rsidRPr="00023E77">
        <w:rPr>
          <w:b/>
        </w:rPr>
        <w:t>rm</w:t>
      </w:r>
      <w:r>
        <w:t xml:space="preserve"> command is also used to delete directories but the </w:t>
      </w:r>
      <w:r w:rsidRPr="00023E77">
        <w:rPr>
          <w:b/>
        </w:rPr>
        <w:t>-r</w:t>
      </w:r>
      <w:r>
        <w:t xml:space="preserve"> (recursive) option must be used. Notice that all files and other directories inside a given directory are also deleted when deleting a parent directory with the -r option. Issue the command below to delete the </w:t>
      </w:r>
      <w:r w:rsidRPr="008D5ADC">
        <w:rPr>
          <w:b/>
        </w:rPr>
        <w:t>cyops_folder1</w:t>
      </w:r>
      <w:r>
        <w:t xml:space="preserve"> folder and its contents:</w:t>
      </w:r>
    </w:p>
    <w:p w14:paraId="29604D49" w14:textId="77777777" w:rsidR="003961D3" w:rsidRPr="00023E77" w:rsidRDefault="003961D3" w:rsidP="003961D3">
      <w:pPr>
        <w:pStyle w:val="CMD"/>
      </w:pPr>
      <w:r w:rsidRPr="00023E77">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023E77">
        <w:rPr>
          <w:b/>
        </w:rPr>
        <w:t>rm –r cyops_folder1</w:t>
      </w:r>
    </w:p>
    <w:p w14:paraId="6E81B9C4" w14:textId="77777777" w:rsidR="003961D3" w:rsidRPr="00023E77" w:rsidRDefault="003961D3" w:rsidP="003961D3">
      <w:pPr>
        <w:pStyle w:val="CMD"/>
      </w:pPr>
      <w:r w:rsidRPr="00023E77">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023E77">
        <w:rPr>
          <w:b/>
        </w:rPr>
        <w:t>ls -l</w:t>
      </w:r>
    </w:p>
    <w:p w14:paraId="01C082A7" w14:textId="77777777" w:rsidR="003961D3" w:rsidRDefault="003961D3" w:rsidP="003961D3">
      <w:pPr>
        <w:pStyle w:val="CMD"/>
      </w:pPr>
      <w:r>
        <w:t>total 28</w:t>
      </w:r>
    </w:p>
    <w:p w14:paraId="5160EA41"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Aug 16 15:11 cyops_folder2</w:t>
      </w:r>
    </w:p>
    <w:p w14:paraId="0E079231" w14:textId="77777777" w:rsidR="003961D3" w:rsidRDefault="003961D3" w:rsidP="003961D3">
      <w:pPr>
        <w:pStyle w:val="CMD"/>
      </w:pPr>
      <w:proofErr w:type="spellStart"/>
      <w:r>
        <w:t>drwxr</w:t>
      </w:r>
      <w:proofErr w:type="spellEnd"/>
      <w:r>
        <w:t>-</w:t>
      </w:r>
      <w:proofErr w:type="spellStart"/>
      <w:r>
        <w:t>xr-x</w:t>
      </w:r>
      <w:proofErr w:type="spellEnd"/>
      <w:r>
        <w:t xml:space="preserve"> 3 analyst </w:t>
      </w:r>
      <w:proofErr w:type="spellStart"/>
      <w:r>
        <w:t>analyst</w:t>
      </w:r>
      <w:proofErr w:type="spellEnd"/>
      <w:r>
        <w:t xml:space="preserve"> 4096 Aug 16 15:04 cyops_folder3</w:t>
      </w:r>
    </w:p>
    <w:p w14:paraId="53800C5C"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w:t>
      </w:r>
      <w:proofErr w:type="gramStart"/>
      <w:r>
        <w:t>26  2014</w:t>
      </w:r>
      <w:proofErr w:type="gramEnd"/>
      <w:r>
        <w:t xml:space="preserve"> Desktop</w:t>
      </w:r>
    </w:p>
    <w:p w14:paraId="726705DA" w14:textId="77777777" w:rsidR="003961D3" w:rsidRDefault="003961D3" w:rsidP="003961D3">
      <w:pPr>
        <w:pStyle w:val="CMD"/>
      </w:pPr>
      <w:proofErr w:type="spellStart"/>
      <w:r>
        <w:t>drwx</w:t>
      </w:r>
      <w:proofErr w:type="spellEnd"/>
      <w:r>
        <w:t xml:space="preserve">------ 3 analyst </w:t>
      </w:r>
      <w:proofErr w:type="spellStart"/>
      <w:r>
        <w:t>analyst</w:t>
      </w:r>
      <w:proofErr w:type="spellEnd"/>
      <w:r>
        <w:t xml:space="preserve"> 4096 Jul 14 11:28 Downloads</w:t>
      </w:r>
    </w:p>
    <w:p w14:paraId="755873A1" w14:textId="77777777" w:rsidR="003961D3" w:rsidRDefault="003961D3" w:rsidP="003961D3">
      <w:pPr>
        <w:pStyle w:val="CMD"/>
      </w:pPr>
      <w:proofErr w:type="spellStart"/>
      <w:r>
        <w:t>drwxr</w:t>
      </w:r>
      <w:proofErr w:type="spellEnd"/>
      <w:r>
        <w:t>-</w:t>
      </w:r>
      <w:proofErr w:type="spellStart"/>
      <w:r>
        <w:t>xr-x</w:t>
      </w:r>
      <w:proofErr w:type="spellEnd"/>
      <w:r>
        <w:t xml:space="preserve"> 8 analyst </w:t>
      </w:r>
      <w:proofErr w:type="spellStart"/>
      <w:r>
        <w:t>analyst</w:t>
      </w:r>
      <w:proofErr w:type="spellEnd"/>
      <w:r>
        <w:t xml:space="preserve"> 4096 Jul 25 16:27 </w:t>
      </w:r>
      <w:proofErr w:type="spellStart"/>
      <w:proofErr w:type="gramStart"/>
      <w:r>
        <w:t>lab.support</w:t>
      </w:r>
      <w:proofErr w:type="gramEnd"/>
      <w:r>
        <w:t>.files</w:t>
      </w:r>
      <w:proofErr w:type="spellEnd"/>
    </w:p>
    <w:p w14:paraId="5D58D602"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w:t>
      </w:r>
      <w:proofErr w:type="gramStart"/>
      <w:r>
        <w:t>Mar  3</w:t>
      </w:r>
      <w:proofErr w:type="gramEnd"/>
      <w:r>
        <w:t xml:space="preserve"> 15:56 </w:t>
      </w:r>
      <w:proofErr w:type="spellStart"/>
      <w:r>
        <w:t>second_drive</w:t>
      </w:r>
      <w:proofErr w:type="spellEnd"/>
    </w:p>
    <w:p w14:paraId="3416E192" w14:textId="77777777" w:rsidR="003961D3" w:rsidRPr="00023E77" w:rsidRDefault="003961D3" w:rsidP="003961D3">
      <w:pPr>
        <w:pStyle w:val="CMD"/>
      </w:pPr>
      <w:r>
        <w:t>-</w:t>
      </w:r>
      <w:proofErr w:type="spellStart"/>
      <w:r>
        <w:t>rw</w:t>
      </w:r>
      <w:proofErr w:type="spellEnd"/>
      <w:r>
        <w:t xml:space="preserve">-r--r-- 1 analyst </w:t>
      </w:r>
      <w:proofErr w:type="spellStart"/>
      <w:proofErr w:type="gramStart"/>
      <w:r>
        <w:t>analyst</w:t>
      </w:r>
      <w:proofErr w:type="spellEnd"/>
      <w:r>
        <w:t xml:space="preserve">  254</w:t>
      </w:r>
      <w:proofErr w:type="gramEnd"/>
      <w:r>
        <w:t xml:space="preserve"> Aug 16 13:38 space.txt</w:t>
      </w:r>
    </w:p>
    <w:p w14:paraId="6CD86585" w14:textId="77777777" w:rsidR="003961D3" w:rsidRDefault="003961D3" w:rsidP="003961D3">
      <w:pPr>
        <w:pStyle w:val="Heading3"/>
      </w:pPr>
      <w:r>
        <w:t>Moving Files and Directories</w:t>
      </w:r>
    </w:p>
    <w:p w14:paraId="44BB8418" w14:textId="77777777" w:rsidR="003961D3" w:rsidRDefault="003961D3" w:rsidP="004042C1">
      <w:pPr>
        <w:pStyle w:val="SubStepAlpha"/>
      </w:pPr>
      <w:r>
        <w:t>Moving files works similarly to copying files. The difference is that moving a file removes it from its original location. Use the</w:t>
      </w:r>
      <w:r w:rsidRPr="00023E77">
        <w:t xml:space="preserve"> </w:t>
      </w:r>
      <w:r w:rsidRPr="00023E77">
        <w:rPr>
          <w:b/>
        </w:rPr>
        <w:t>mv</w:t>
      </w:r>
      <w:r>
        <w:t xml:space="preserve"> commands to move files around the local filesystem. Like the </w:t>
      </w:r>
      <w:r w:rsidRPr="00023E77">
        <w:rPr>
          <w:b/>
        </w:rPr>
        <w:t>cp</w:t>
      </w:r>
      <w:r>
        <w:t xml:space="preserve"> commands, the </w:t>
      </w:r>
      <w:r w:rsidRPr="00023E77">
        <w:t>mv</w:t>
      </w:r>
      <w:r>
        <w:t xml:space="preserve"> command also requires source and destination parameters. Issue the command below to move the </w:t>
      </w:r>
      <w:r w:rsidRPr="00C507F3">
        <w:rPr>
          <w:b/>
        </w:rPr>
        <w:t>some_text_file.txt</w:t>
      </w:r>
      <w:r>
        <w:t xml:space="preserve"> from </w:t>
      </w:r>
      <w:r w:rsidRPr="00A73BE8">
        <w:rPr>
          <w:b/>
        </w:rPr>
        <w:t>/home/analyst/cyops_folder2</w:t>
      </w:r>
      <w:r>
        <w:t xml:space="preserve"> back to the home directory:</w:t>
      </w:r>
    </w:p>
    <w:p w14:paraId="68C77265" w14:textId="77777777" w:rsidR="003961D3" w:rsidRPr="00023E77" w:rsidRDefault="003961D3" w:rsidP="003961D3">
      <w:pPr>
        <w:pStyle w:val="CMD"/>
      </w:pPr>
      <w:r w:rsidRPr="00023E77">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023E77">
        <w:rPr>
          <w:b/>
        </w:rPr>
        <w:t>mv cyops_folder2/some_text_file.txt .</w:t>
      </w:r>
    </w:p>
    <w:p w14:paraId="467C7930" w14:textId="77777777" w:rsidR="003961D3" w:rsidRDefault="003961D3" w:rsidP="003961D3">
      <w:pPr>
        <w:pStyle w:val="CMD"/>
        <w:rPr>
          <w:b/>
        </w:rPr>
      </w:pPr>
      <w:r w:rsidRPr="00023E77">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023E77">
        <w:rPr>
          <w:b/>
        </w:rPr>
        <w:t>ls –l cyops_folder2/</w:t>
      </w:r>
    </w:p>
    <w:p w14:paraId="304200E1" w14:textId="77777777" w:rsidR="003961D3" w:rsidRPr="00AC6F47" w:rsidRDefault="003961D3" w:rsidP="003961D3">
      <w:pPr>
        <w:pStyle w:val="CMD"/>
      </w:pPr>
      <w:r>
        <w:t>t</w:t>
      </w:r>
      <w:r w:rsidRPr="00AC6F47">
        <w:t xml:space="preserve">otal </w:t>
      </w:r>
      <w:r>
        <w:t>0</w:t>
      </w:r>
    </w:p>
    <w:p w14:paraId="6F28746D" w14:textId="77777777" w:rsidR="003961D3" w:rsidRPr="00023E77" w:rsidRDefault="003961D3" w:rsidP="003961D3">
      <w:pPr>
        <w:pStyle w:val="CMD"/>
      </w:pPr>
      <w:r w:rsidRPr="00023E77">
        <w:t>[</w:t>
      </w:r>
      <w:proofErr w:type="spellStart"/>
      <w:r w:rsidRPr="00023E77">
        <w:t>analyst@secOps</w:t>
      </w:r>
      <w:proofErr w:type="spellEnd"/>
      <w:r w:rsidRPr="00023E77">
        <w:t xml:space="preserve"> </w:t>
      </w:r>
      <w:proofErr w:type="gramStart"/>
      <w:r w:rsidRPr="00023E77">
        <w:t>~]$</w:t>
      </w:r>
      <w:proofErr w:type="gramEnd"/>
      <w:r w:rsidRPr="00023E77">
        <w:t xml:space="preserve"> </w:t>
      </w:r>
      <w:r w:rsidRPr="00023E77">
        <w:rPr>
          <w:b/>
        </w:rPr>
        <w:t>ls –l /home/analyst/</w:t>
      </w:r>
    </w:p>
    <w:p w14:paraId="7E077EBE" w14:textId="77777777" w:rsidR="003961D3" w:rsidRDefault="003961D3" w:rsidP="003961D3">
      <w:pPr>
        <w:pStyle w:val="CMD"/>
      </w:pPr>
      <w:r>
        <w:t>total 32</w:t>
      </w:r>
    </w:p>
    <w:p w14:paraId="009636B0"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Aug 16 15:13 cyops_folder2</w:t>
      </w:r>
    </w:p>
    <w:p w14:paraId="1DBCB490" w14:textId="77777777" w:rsidR="003961D3" w:rsidRDefault="003961D3" w:rsidP="003961D3">
      <w:pPr>
        <w:pStyle w:val="CMD"/>
      </w:pPr>
      <w:proofErr w:type="spellStart"/>
      <w:r>
        <w:t>drwxr</w:t>
      </w:r>
      <w:proofErr w:type="spellEnd"/>
      <w:r>
        <w:t>-</w:t>
      </w:r>
      <w:proofErr w:type="spellStart"/>
      <w:r>
        <w:t>xr-x</w:t>
      </w:r>
      <w:proofErr w:type="spellEnd"/>
      <w:r>
        <w:t xml:space="preserve"> 3 analyst </w:t>
      </w:r>
      <w:proofErr w:type="spellStart"/>
      <w:r>
        <w:t>analyst</w:t>
      </w:r>
      <w:proofErr w:type="spellEnd"/>
      <w:r>
        <w:t xml:space="preserve"> 4096 Aug 16 15:04 cyops_folder3</w:t>
      </w:r>
    </w:p>
    <w:p w14:paraId="6B67BBBF"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w:t>
      </w:r>
      <w:proofErr w:type="gramStart"/>
      <w:r>
        <w:t>26  2014</w:t>
      </w:r>
      <w:proofErr w:type="gramEnd"/>
      <w:r>
        <w:t xml:space="preserve"> Desktop</w:t>
      </w:r>
    </w:p>
    <w:p w14:paraId="059A8603" w14:textId="77777777" w:rsidR="003961D3" w:rsidRDefault="003961D3" w:rsidP="003961D3">
      <w:pPr>
        <w:pStyle w:val="CMD"/>
      </w:pPr>
      <w:proofErr w:type="spellStart"/>
      <w:r>
        <w:t>drwx</w:t>
      </w:r>
      <w:proofErr w:type="spellEnd"/>
      <w:r>
        <w:t xml:space="preserve">------ 3 analyst </w:t>
      </w:r>
      <w:proofErr w:type="spellStart"/>
      <w:r>
        <w:t>analyst</w:t>
      </w:r>
      <w:proofErr w:type="spellEnd"/>
      <w:r>
        <w:t xml:space="preserve"> 4096 Jul 14 11:28 Downloads</w:t>
      </w:r>
    </w:p>
    <w:p w14:paraId="1413E773" w14:textId="77777777" w:rsidR="003961D3" w:rsidRDefault="003961D3" w:rsidP="003961D3">
      <w:pPr>
        <w:pStyle w:val="CMD"/>
      </w:pPr>
      <w:proofErr w:type="spellStart"/>
      <w:r>
        <w:t>drwxr</w:t>
      </w:r>
      <w:proofErr w:type="spellEnd"/>
      <w:r>
        <w:t>-</w:t>
      </w:r>
      <w:proofErr w:type="spellStart"/>
      <w:r>
        <w:t>xr-x</w:t>
      </w:r>
      <w:proofErr w:type="spellEnd"/>
      <w:r>
        <w:t xml:space="preserve"> 8 analyst </w:t>
      </w:r>
      <w:proofErr w:type="spellStart"/>
      <w:r>
        <w:t>analyst</w:t>
      </w:r>
      <w:proofErr w:type="spellEnd"/>
      <w:r>
        <w:t xml:space="preserve"> 4096 Jul 25 16:27 </w:t>
      </w:r>
      <w:proofErr w:type="spellStart"/>
      <w:proofErr w:type="gramStart"/>
      <w:r>
        <w:t>lab.support</w:t>
      </w:r>
      <w:proofErr w:type="gramEnd"/>
      <w:r>
        <w:t>.files</w:t>
      </w:r>
      <w:proofErr w:type="spellEnd"/>
    </w:p>
    <w:p w14:paraId="5AA2EFC2" w14:textId="77777777" w:rsidR="003961D3" w:rsidRDefault="003961D3" w:rsidP="003961D3">
      <w:pPr>
        <w:pStyle w:val="CMD"/>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w:t>
      </w:r>
      <w:proofErr w:type="gramStart"/>
      <w:r>
        <w:t>Mar  3</w:t>
      </w:r>
      <w:proofErr w:type="gramEnd"/>
      <w:r>
        <w:t xml:space="preserve"> 15:56 </w:t>
      </w:r>
      <w:proofErr w:type="spellStart"/>
      <w:r>
        <w:t>second_drive</w:t>
      </w:r>
      <w:proofErr w:type="spellEnd"/>
    </w:p>
    <w:p w14:paraId="37D4BC2B" w14:textId="77777777" w:rsidR="003961D3" w:rsidRDefault="003961D3" w:rsidP="003961D3">
      <w:pPr>
        <w:pStyle w:val="CMD"/>
      </w:pPr>
      <w:r w:rsidRPr="00494B76">
        <w:rPr>
          <w:highlight w:val="yellow"/>
        </w:rPr>
        <w:t>-</w:t>
      </w:r>
      <w:proofErr w:type="spellStart"/>
      <w:r w:rsidRPr="00494B76">
        <w:rPr>
          <w:highlight w:val="yellow"/>
        </w:rPr>
        <w:t>rw</w:t>
      </w:r>
      <w:proofErr w:type="spellEnd"/>
      <w:r w:rsidRPr="00494B76">
        <w:rPr>
          <w:highlight w:val="yellow"/>
        </w:rPr>
        <w:t xml:space="preserve">-r--r-- 1 analyst </w:t>
      </w:r>
      <w:proofErr w:type="spellStart"/>
      <w:proofErr w:type="gramStart"/>
      <w:r w:rsidRPr="00494B76">
        <w:rPr>
          <w:highlight w:val="yellow"/>
        </w:rPr>
        <w:t>analyst</w:t>
      </w:r>
      <w:proofErr w:type="spellEnd"/>
      <w:r w:rsidRPr="00494B76">
        <w:rPr>
          <w:highlight w:val="yellow"/>
        </w:rPr>
        <w:t xml:space="preserve">  142</w:t>
      </w:r>
      <w:proofErr w:type="gramEnd"/>
      <w:r w:rsidRPr="00494B76">
        <w:rPr>
          <w:highlight w:val="yellow"/>
        </w:rPr>
        <w:t xml:space="preserve"> Aug 16 15:11 some_text_file.txt</w:t>
      </w:r>
    </w:p>
    <w:p w14:paraId="77439D87" w14:textId="77777777" w:rsidR="003961D3" w:rsidRPr="004B5A1D" w:rsidRDefault="003961D3" w:rsidP="003961D3">
      <w:pPr>
        <w:pStyle w:val="CMD"/>
      </w:pPr>
      <w:r w:rsidRPr="004B5A1D">
        <w:t>-</w:t>
      </w:r>
      <w:proofErr w:type="spellStart"/>
      <w:r w:rsidRPr="004B5A1D">
        <w:t>rw</w:t>
      </w:r>
      <w:proofErr w:type="spellEnd"/>
      <w:r w:rsidRPr="004B5A1D">
        <w:t xml:space="preserve">-r--r-- 1 analyst </w:t>
      </w:r>
      <w:proofErr w:type="spellStart"/>
      <w:proofErr w:type="gramStart"/>
      <w:r w:rsidRPr="004B5A1D">
        <w:t>analyst</w:t>
      </w:r>
      <w:proofErr w:type="spellEnd"/>
      <w:r w:rsidRPr="004B5A1D">
        <w:t xml:space="preserve">  254</w:t>
      </w:r>
      <w:proofErr w:type="gramEnd"/>
      <w:r w:rsidRPr="004B5A1D">
        <w:t xml:space="preserve"> Aug 16 13:38 space.txt</w:t>
      </w:r>
    </w:p>
    <w:p w14:paraId="209C47F9" w14:textId="500D8B7D" w:rsidR="00264CC6" w:rsidRPr="004B5A1D" w:rsidRDefault="00264CC6" w:rsidP="004B5A1D">
      <w:pPr>
        <w:pStyle w:val="Heading4"/>
      </w:pPr>
      <w:r w:rsidRPr="004B5A1D">
        <w:t>Question:</w:t>
      </w:r>
    </w:p>
    <w:p w14:paraId="20CB261F" w14:textId="2771A822" w:rsidR="00264CC6" w:rsidRDefault="00264CC6" w:rsidP="004B5A1D">
      <w:pPr>
        <w:pStyle w:val="BodyTextL50"/>
        <w:spacing w:before="0"/>
      </w:pPr>
      <w:r w:rsidRPr="004B5A1D">
        <w:t>What command did y</w:t>
      </w:r>
      <w:r>
        <w:t>ou use to accomplish the task?</w:t>
      </w:r>
    </w:p>
    <w:p w14:paraId="4E4BF851" w14:textId="6C573048" w:rsidR="00264CC6" w:rsidRDefault="00264CC6" w:rsidP="004B5A1D">
      <w:pPr>
        <w:pStyle w:val="AnswerLineL50"/>
      </w:pPr>
      <w:r>
        <w:lastRenderedPageBreak/>
        <w:t>Type your answers here.</w:t>
      </w:r>
    </w:p>
    <w:p w14:paraId="67E42DFE" w14:textId="768D63BC" w:rsidR="00264CC6" w:rsidRPr="004B5A1D" w:rsidRDefault="004B5A1D" w:rsidP="004B5A1D">
      <w:pPr>
        <w:pStyle w:val="CMD"/>
        <w:rPr>
          <w:rStyle w:val="AnswerGray"/>
        </w:rPr>
      </w:pPr>
      <w:r w:rsidRPr="004B5A1D">
        <w:rPr>
          <w:rStyle w:val="AnswerGray"/>
        </w:rPr>
        <w:t>rm -r cyops_folder2/</w:t>
      </w:r>
    </w:p>
    <w:p w14:paraId="419D4F0D" w14:textId="77777777" w:rsidR="003961D3" w:rsidRDefault="003961D3" w:rsidP="003961D3">
      <w:pPr>
        <w:pStyle w:val="Heading1"/>
      </w:pPr>
      <w:r>
        <w:t>Reflection</w:t>
      </w:r>
    </w:p>
    <w:p w14:paraId="4AEE6D47" w14:textId="77777777" w:rsidR="003961D3" w:rsidRDefault="003961D3" w:rsidP="003961D3">
      <w:pPr>
        <w:pStyle w:val="BodyTextL25"/>
        <w:keepNext/>
      </w:pPr>
      <w:r>
        <w:t>What are the advantages of using the Linux command line?</w:t>
      </w:r>
    </w:p>
    <w:p w14:paraId="2097179E" w14:textId="541D6E1E" w:rsidR="003961D3" w:rsidRDefault="004042C1" w:rsidP="004B5A1D">
      <w:pPr>
        <w:pStyle w:val="AnswerLineL25"/>
        <w:spacing w:after="1200"/>
      </w:pPr>
      <w:r>
        <w:t>Type your answers here.</w:t>
      </w:r>
    </w:p>
    <w:p w14:paraId="5F71C7F0" w14:textId="77777777" w:rsidR="003961D3" w:rsidRPr="00D469FF" w:rsidRDefault="003961D3" w:rsidP="003961D3">
      <w:pPr>
        <w:pStyle w:val="BodyTextL25"/>
        <w:rPr>
          <w:rStyle w:val="AnswerGray"/>
        </w:rPr>
      </w:pPr>
      <w:r w:rsidRPr="00D469FF">
        <w:rPr>
          <w:rStyle w:val="AnswerGray"/>
        </w:rPr>
        <w:t xml:space="preserve">Answers may vary. </w:t>
      </w:r>
      <w:r>
        <w:rPr>
          <w:rStyle w:val="AnswerGray"/>
        </w:rPr>
        <w:t>The command line allows the users more options and control over the graphical interface. As the users become more experienced with the command line, the users may combine these commands in scripts to perform routine tasks. The command line interface uses fewer resources when users administrate the computers remotely.</w:t>
      </w:r>
    </w:p>
    <w:p w14:paraId="32AFF543" w14:textId="67CD1FAD" w:rsidR="00C162C0" w:rsidRPr="003961D3" w:rsidRDefault="003961D3" w:rsidP="003961D3">
      <w:pPr>
        <w:pStyle w:val="ConfigWindow"/>
      </w:pPr>
      <w:r w:rsidRPr="003961D3">
        <w:t>End of document</w:t>
      </w:r>
    </w:p>
    <w:sectPr w:rsidR="00C162C0" w:rsidRPr="003961D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2329B" w14:textId="77777777" w:rsidR="00984BE3" w:rsidRDefault="00984BE3" w:rsidP="00710659">
      <w:pPr>
        <w:spacing w:after="0" w:line="240" w:lineRule="auto"/>
      </w:pPr>
      <w:r>
        <w:separator/>
      </w:r>
    </w:p>
    <w:p w14:paraId="032C147E" w14:textId="77777777" w:rsidR="00984BE3" w:rsidRDefault="00984BE3"/>
  </w:endnote>
  <w:endnote w:type="continuationSeparator" w:id="0">
    <w:p w14:paraId="18DF6B82" w14:textId="77777777" w:rsidR="00984BE3" w:rsidRDefault="00984BE3" w:rsidP="00710659">
      <w:pPr>
        <w:spacing w:after="0" w:line="240" w:lineRule="auto"/>
      </w:pPr>
      <w:r>
        <w:continuationSeparator/>
      </w:r>
    </w:p>
    <w:p w14:paraId="4E2C089B" w14:textId="77777777" w:rsidR="00984BE3" w:rsidRDefault="00984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C5A53" w14:textId="736FB167"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961D3">
          <w:t>2018</w:t>
        </w:r>
      </w:sdtContent>
    </w:sdt>
    <w:r>
      <w:t xml:space="preserve"> - </w:t>
    </w:r>
    <w:r>
      <w:fldChar w:fldCharType="begin"/>
    </w:r>
    <w:r>
      <w:instrText xml:space="preserve"> SAVEDATE  \@ "yyyy"  \* MERGEFORMAT </w:instrText>
    </w:r>
    <w:r>
      <w:fldChar w:fldCharType="separate"/>
    </w:r>
    <w:r w:rsidR="007E0B4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A589" w14:textId="364C3581"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961D3">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E0B44">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DDB91" w14:textId="77777777" w:rsidR="00984BE3" w:rsidRDefault="00984BE3" w:rsidP="00710659">
      <w:pPr>
        <w:spacing w:after="0" w:line="240" w:lineRule="auto"/>
      </w:pPr>
      <w:r>
        <w:separator/>
      </w:r>
    </w:p>
    <w:p w14:paraId="752D3FAF" w14:textId="77777777" w:rsidR="00984BE3" w:rsidRDefault="00984BE3"/>
  </w:footnote>
  <w:footnote w:type="continuationSeparator" w:id="0">
    <w:p w14:paraId="34684A5A" w14:textId="77777777" w:rsidR="00984BE3" w:rsidRDefault="00984BE3" w:rsidP="00710659">
      <w:pPr>
        <w:spacing w:after="0" w:line="240" w:lineRule="auto"/>
      </w:pPr>
      <w:r>
        <w:continuationSeparator/>
      </w:r>
    </w:p>
    <w:p w14:paraId="1FF9232F" w14:textId="77777777" w:rsidR="00984BE3" w:rsidRDefault="00984B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BB826ADE610348D8B90D14BF9457F151"/>
      </w:placeholder>
      <w:dataBinding w:prefixMappings="xmlns:ns0='http://purl.org/dc/elements/1.1/' xmlns:ns1='http://schemas.openxmlformats.org/package/2006/metadata/core-properties' " w:xpath="/ns1:coreProperties[1]/ns0:title[1]" w:storeItemID="{6C3C8BC8-F283-45AE-878A-BAB7291924A1}"/>
      <w:text/>
    </w:sdtPr>
    <w:sdtEndPr/>
    <w:sdtContent>
      <w:p w14:paraId="0F982ED7" w14:textId="51D17AB6" w:rsidR="00926CB2" w:rsidRDefault="003961D3" w:rsidP="008402F2">
        <w:pPr>
          <w:pStyle w:val="PageHead"/>
        </w:pPr>
        <w:r>
          <w:t>Lab - Getting Familiar with the Linux Shell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6DAFA" w14:textId="77777777" w:rsidR="00926CB2" w:rsidRDefault="00882B63" w:rsidP="006C3FCF">
    <w:pPr>
      <w:ind w:left="-288"/>
    </w:pPr>
    <w:r>
      <w:rPr>
        <w:noProof/>
      </w:rPr>
      <w:drawing>
        <wp:inline distT="0" distB="0" distL="0" distR="0" wp14:anchorId="20B1E939" wp14:editId="644CF62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0B6CC0"/>
    <w:multiLevelType w:val="multilevel"/>
    <w:tmpl w:val="BDF014B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2"/>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2"/>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63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9F6"/>
    <w:rsid w:val="001755D5"/>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4CC6"/>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506A"/>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61D3"/>
    <w:rsid w:val="003A19DC"/>
    <w:rsid w:val="003A1B45"/>
    <w:rsid w:val="003A220C"/>
    <w:rsid w:val="003B256A"/>
    <w:rsid w:val="003B308D"/>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42C1"/>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5A1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43C4"/>
    <w:rsid w:val="00570A65"/>
    <w:rsid w:val="005762B1"/>
    <w:rsid w:val="00580456"/>
    <w:rsid w:val="00580E73"/>
    <w:rsid w:val="00587365"/>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77B3"/>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2F7A"/>
    <w:rsid w:val="006D3FC1"/>
    <w:rsid w:val="006D7590"/>
    <w:rsid w:val="006E372B"/>
    <w:rsid w:val="006E5FE9"/>
    <w:rsid w:val="006E6581"/>
    <w:rsid w:val="006E71DF"/>
    <w:rsid w:val="006F1616"/>
    <w:rsid w:val="006F1CC4"/>
    <w:rsid w:val="006F2A86"/>
    <w:rsid w:val="006F3163"/>
    <w:rsid w:val="006F5C89"/>
    <w:rsid w:val="00705FEC"/>
    <w:rsid w:val="00710659"/>
    <w:rsid w:val="0071147A"/>
    <w:rsid w:val="0071185D"/>
    <w:rsid w:val="0071644F"/>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0B44"/>
    <w:rsid w:val="007E3264"/>
    <w:rsid w:val="007E3FEA"/>
    <w:rsid w:val="007E6402"/>
    <w:rsid w:val="007E69B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4BE3"/>
    <w:rsid w:val="00985210"/>
    <w:rsid w:val="00996053"/>
    <w:rsid w:val="00997E71"/>
    <w:rsid w:val="009A0B2F"/>
    <w:rsid w:val="009A1CF4"/>
    <w:rsid w:val="009A37D7"/>
    <w:rsid w:val="009A4E17"/>
    <w:rsid w:val="009A6955"/>
    <w:rsid w:val="009B0697"/>
    <w:rsid w:val="009B341C"/>
    <w:rsid w:val="009B5747"/>
    <w:rsid w:val="009C0B81"/>
    <w:rsid w:val="009C3182"/>
    <w:rsid w:val="009C542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210E"/>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1649"/>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D79D8"/>
    <w:rsid w:val="00BE3A73"/>
    <w:rsid w:val="00BE56B3"/>
    <w:rsid w:val="00BE676D"/>
    <w:rsid w:val="00BF04E8"/>
    <w:rsid w:val="00BF16BF"/>
    <w:rsid w:val="00BF4D1F"/>
    <w:rsid w:val="00BF76BE"/>
    <w:rsid w:val="00C02A73"/>
    <w:rsid w:val="00C03635"/>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51BD"/>
    <w:rsid w:val="00CC7A35"/>
    <w:rsid w:val="00CD072A"/>
    <w:rsid w:val="00CD1070"/>
    <w:rsid w:val="00CD40B1"/>
    <w:rsid w:val="00CD51E0"/>
    <w:rsid w:val="00CD7F73"/>
    <w:rsid w:val="00CE26C5"/>
    <w:rsid w:val="00CE36AF"/>
    <w:rsid w:val="00CE47F3"/>
    <w:rsid w:val="00CE54DD"/>
    <w:rsid w:val="00CF0DA5"/>
    <w:rsid w:val="00CF26E3"/>
    <w:rsid w:val="00CF5C46"/>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4461D"/>
  <w15:docId w15:val="{B0473BBE-02CD-48C3-8F04-52E2C1D7B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739F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B5A1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643C4"/>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87365"/>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B5A1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B5A1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B826ADE610348D8B90D14BF9457F151"/>
        <w:category>
          <w:name w:val="General"/>
          <w:gallery w:val="placeholder"/>
        </w:category>
        <w:types>
          <w:type w:val="bbPlcHdr"/>
        </w:types>
        <w:behaviors>
          <w:behavior w:val="content"/>
        </w:behaviors>
        <w:guid w:val="{43DEDC27-FA3F-4E92-9621-FD736AC7DF37}"/>
      </w:docPartPr>
      <w:docPartBody>
        <w:p w:rsidR="00BA2E71" w:rsidRDefault="00CD480F">
          <w:pPr>
            <w:pStyle w:val="BB826ADE610348D8B90D14BF9457F15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0F"/>
    <w:rsid w:val="0015351C"/>
    <w:rsid w:val="00522F20"/>
    <w:rsid w:val="00A0180C"/>
    <w:rsid w:val="00BA2E71"/>
    <w:rsid w:val="00CD4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B826ADE610348D8B90D14BF9457F151">
    <w:name w:val="BB826ADE610348D8B90D14BF9457F1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7DB12-EC6E-4410-81A8-73829D37F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9</Pages>
  <Words>2695</Words>
  <Characters>15365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Enter the Title here</vt:lpstr>
    </vt:vector>
  </TitlesOfParts>
  <Company>Cisco Systems, Inc.</Company>
  <LinksUpToDate>false</LinksUpToDate>
  <CharactersWithSpaces>18024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Getting Familiar with the Linux Shell</dc:title>
  <dc:creator>SP</dc:creator>
  <dc:description>2018</dc:description>
  <cp:lastModifiedBy>Suk-Yi Pennock -X (spennock - UNICON INC at Cisco)</cp:lastModifiedBy>
  <cp:revision>5</cp:revision>
  <dcterms:created xsi:type="dcterms:W3CDTF">2020-04-30T23:53:00Z</dcterms:created>
  <dcterms:modified xsi:type="dcterms:W3CDTF">2020-07-13T20:52:00Z</dcterms:modified>
</cp:coreProperties>
</file>